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DE2A4" w14:textId="77777777"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bookmarkStart w:id="0" w:name="_Hlk158883489" w:displacedByCustomXml="next"/>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3D7CF81C" w:rsidR="00430206" w:rsidRDefault="003863F0" w:rsidP="00430206">
          <w:pPr>
            <w:pStyle w:val="Tituldatum"/>
          </w:pPr>
          <w:r>
            <w:rPr>
              <w:rStyle w:val="Nzevakce"/>
            </w:rPr>
            <w:t>„Výstavba uzlové trakční napájecí stanice Brno-Černovice“</w:t>
          </w:r>
        </w:p>
      </w:sdtContent>
    </w:sdt>
    <w:bookmarkEnd w:id="0"/>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D24C89" w:rsidRDefault="00F422D3" w:rsidP="00C050AC">
      <w:pPr>
        <w:pStyle w:val="SoDTextbezodsazen"/>
        <w:contextualSpacing/>
      </w:pPr>
      <w:r w:rsidRPr="00D24C89">
        <w:t xml:space="preserve">zastoupena: Ing. Mojmírem Nejezchlebem, náměstkem GŘ pro modernizaci dráhy </w:t>
      </w:r>
    </w:p>
    <w:p w14:paraId="29359548" w14:textId="77777777" w:rsidR="00F422D3" w:rsidRPr="008C367B" w:rsidRDefault="00F422D3" w:rsidP="00C050AC">
      <w:pPr>
        <w:pStyle w:val="SoDTextbezodsazen"/>
      </w:pPr>
      <w:r w:rsidRPr="00D24C89">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05D5EAC2" w14:textId="77777777" w:rsidR="00D24C89" w:rsidRPr="009314A0" w:rsidRDefault="00D24C89" w:rsidP="00D24C89">
      <w:pPr>
        <w:spacing w:after="120"/>
        <w:jc w:val="both"/>
        <w:rPr>
          <w:rFonts w:ascii="Verdana" w:hAnsi="Verdana"/>
        </w:rPr>
      </w:pPr>
      <w:r w:rsidRPr="009314A0">
        <w:rPr>
          <w:rFonts w:ascii="Verdana" w:hAnsi="Verdana"/>
        </w:rPr>
        <w:t>Stavební správa východ, Nerudova 1, 779 00 Olomouc</w:t>
      </w:r>
    </w:p>
    <w:p w14:paraId="73AC97E1" w14:textId="7A9BC913" w:rsidR="00F422D3" w:rsidRDefault="00D24C89" w:rsidP="00D24C8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54F63C38" w:rsidR="00F422D3" w:rsidRDefault="00F422D3" w:rsidP="00B42F40">
      <w:pPr>
        <w:pStyle w:val="Textbezodsazen"/>
      </w:pPr>
      <w:r>
        <w:t xml:space="preserve">ISPROFOND: </w:t>
      </w:r>
      <w:r w:rsidR="00D24C89" w:rsidRPr="00D24C89">
        <w:t>5623520025</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lastRenderedPageBreak/>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C050AC">
      <w:pPr>
        <w:pStyle w:val="SoD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63E81A89" w14:textId="77777777" w:rsidR="00C050AC" w:rsidRDefault="00C050AC" w:rsidP="00B42F40">
      <w:pPr>
        <w:pStyle w:val="Textbezodsazen"/>
      </w:pPr>
    </w:p>
    <w:p w14:paraId="74872D6C" w14:textId="77777777" w:rsidR="00C050AC" w:rsidRDefault="00C050AC" w:rsidP="00B42F40">
      <w:pPr>
        <w:pStyle w:val="Textbezodsazen"/>
      </w:pPr>
    </w:p>
    <w:p w14:paraId="44C09123" w14:textId="22B1EB98" w:rsidR="00F422D3" w:rsidRDefault="00F422D3" w:rsidP="00B42F40">
      <w:pPr>
        <w:pStyle w:val="Textbezodsazen"/>
      </w:pPr>
      <w:r w:rsidRPr="00B42F40">
        <w:t xml:space="preserve">Objednatel si přeje, aby Dílo </w:t>
      </w:r>
      <w:r w:rsidR="00D24C89" w:rsidRPr="00D24C89">
        <w:t>„Výstavba uzlové trakční napájecí stanice Brno-Černovice“</w:t>
      </w:r>
      <w:r w:rsidR="00D24C89">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53B1A295" w:rsidR="00D10845" w:rsidRPr="0006223D" w:rsidRDefault="00B72325" w:rsidP="001225BE">
      <w:pPr>
        <w:pStyle w:val="SoDslseznam-2"/>
      </w:pPr>
      <w:r w:rsidRPr="00D35FA2">
        <w:t>Požadavky objednatele</w:t>
      </w:r>
      <w:r w:rsidR="00F34F8C" w:rsidRPr="00D35FA2">
        <w:t xml:space="preserve"> (dle odst.</w:t>
      </w:r>
      <w:r w:rsidR="000F743B" w:rsidRPr="00D35FA2">
        <w:t> </w:t>
      </w:r>
      <w:r w:rsidR="00F34F8C" w:rsidRPr="00D35FA2">
        <w:t xml:space="preserve">1.1.1.5 Smluvních podmínek, </w:t>
      </w:r>
      <w:proofErr w:type="spellStart"/>
      <w:r w:rsidR="00F34F8C" w:rsidRPr="00D35FA2">
        <w:t>m.j</w:t>
      </w:r>
      <w:proofErr w:type="spellEnd"/>
      <w:r w:rsidR="00F34F8C" w:rsidRPr="00D35FA2">
        <w:t>.</w:t>
      </w:r>
      <w:r w:rsidR="00C050AC" w:rsidRPr="00D35FA2">
        <w:t xml:space="preserve">  </w:t>
      </w:r>
      <w:r w:rsidR="00F34F8C" w:rsidRPr="00D35FA2">
        <w:t>VTP</w:t>
      </w:r>
      <w:r w:rsidR="00C050AC" w:rsidRPr="00D35FA2">
        <w:t>/</w:t>
      </w:r>
      <w:r w:rsidR="00F34F8C" w:rsidRPr="00D35FA2">
        <w:t xml:space="preserve"> DOKUMENTACE</w:t>
      </w:r>
      <w:r w:rsidR="00C050AC" w:rsidRPr="00D24C89">
        <w:t>/</w:t>
      </w:r>
      <w:r w:rsidR="00F34F8C" w:rsidRPr="00D24C89">
        <w:t>0</w:t>
      </w:r>
      <w:r w:rsidR="00C050AC" w:rsidRPr="00D24C89">
        <w:t>6/</w:t>
      </w:r>
      <w:r w:rsidR="00F34F8C" w:rsidRPr="00D24C89">
        <w:t>2</w:t>
      </w:r>
      <w:r w:rsidR="00070B76" w:rsidRPr="00D24C89">
        <w:t>3</w:t>
      </w:r>
      <w:r w:rsidR="00F34F8C" w:rsidRPr="00D24C89">
        <w:t>, VTP/R-F/1</w:t>
      </w:r>
      <w:r w:rsidR="00C050AC" w:rsidRPr="00D24C89">
        <w:t>4/</w:t>
      </w:r>
      <w:r w:rsidR="00F34F8C" w:rsidRPr="00D24C89">
        <w:t>2</w:t>
      </w:r>
      <w:r w:rsidR="00070B76" w:rsidRPr="00D24C89">
        <w:t>2</w:t>
      </w:r>
      <w:r w:rsidR="00F34F8C" w:rsidRPr="00D24C89">
        <w:t>,</w:t>
      </w:r>
      <w:r w:rsidR="00F34F8C" w:rsidRPr="00D35FA2">
        <w:t xml:space="preserve"> </w:t>
      </w:r>
      <w:r w:rsidR="00D10845" w:rsidRPr="001225BE">
        <w:rPr>
          <w:bCs/>
          <w:color w:val="000000"/>
        </w:rPr>
        <w:t>ZTP/</w:t>
      </w:r>
      <w:r w:rsidR="00C050AC" w:rsidRPr="001225BE">
        <w:rPr>
          <w:bCs/>
          <w:color w:val="000000"/>
        </w:rPr>
        <w:t>D</w:t>
      </w:r>
      <w:r w:rsidR="00D10845" w:rsidRPr="001225BE">
        <w:rPr>
          <w:bCs/>
          <w:color w:val="000000"/>
        </w:rPr>
        <w:t>+</w:t>
      </w:r>
      <w:r w:rsidR="00C050AC" w:rsidRPr="001225BE">
        <w:rPr>
          <w:bCs/>
          <w:color w:val="000000"/>
        </w:rPr>
        <w:t>B</w:t>
      </w:r>
      <w:r w:rsidR="00D10845" w:rsidRPr="001225BE">
        <w:rPr>
          <w:bCs/>
          <w:color w:val="000000"/>
        </w:rPr>
        <w:t>-F</w:t>
      </w:r>
      <w:r w:rsidR="001225BE" w:rsidRPr="001225BE">
        <w:t xml:space="preserve"> „</w:t>
      </w:r>
      <w:r w:rsidR="001225BE" w:rsidRPr="001225BE">
        <w:rPr>
          <w:szCs w:val="18"/>
        </w:rPr>
        <w:t>Výstavba uzlové trakční napájecí stanice Brno-Černovice</w:t>
      </w:r>
      <w:r w:rsidR="001225BE">
        <w:rPr>
          <w:szCs w:val="18"/>
        </w:rPr>
        <w:t>“ ze dne 29. 11. 2023</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78450820" w:rsidR="00F422D3" w:rsidRPr="00F102E6" w:rsidRDefault="007F1457" w:rsidP="00F61E62">
      <w:pPr>
        <w:pStyle w:val="SoDslseznam-3"/>
        <w:rPr>
          <w:szCs w:val="18"/>
        </w:rPr>
      </w:pPr>
      <w:r w:rsidRPr="00F102E6">
        <w:rPr>
          <w:szCs w:val="18"/>
        </w:rPr>
        <w:t>Požadavky na výkon nebo funkci</w:t>
      </w:r>
      <w:r w:rsidR="00F102E6" w:rsidRPr="00F102E6">
        <w:rPr>
          <w:szCs w:val="18"/>
        </w:rPr>
        <w:t>.</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45DFAC7" w:rsidR="009463C4" w:rsidRPr="00701441" w:rsidRDefault="009463C4" w:rsidP="00070B76">
      <w:pPr>
        <w:pStyle w:val="SoDslseznam-3"/>
      </w:pPr>
      <w:r>
        <w:t>Metodika pro akceleraci - 1. vydání, schváleno Ministerstvem dopravy dne 11. 2. 2020.</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lastRenderedPageBreak/>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 xml:space="preserve">Strany se dohodly, že stane-li se Zhotovitel nespolehlivým plátcem ve smyslu § </w:t>
      </w:r>
      <w:proofErr w:type="gramStart"/>
      <w:r>
        <w:t>106a</w:t>
      </w:r>
      <w:proofErr w:type="gramEnd"/>
      <w:r>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56C0A619" w:rsidR="00F422D3" w:rsidRPr="00E901A3" w:rsidRDefault="00F422D3" w:rsidP="00F102E6">
      <w:pPr>
        <w:pStyle w:val="SoDslseznam-1"/>
      </w:pPr>
      <w:r w:rsidRPr="00070B76">
        <w:t>NEOBSAZENO.</w:t>
      </w:r>
    </w:p>
    <w:p w14:paraId="60A4EEFF" w14:textId="47277019" w:rsidR="00F422D3" w:rsidRDefault="00F422D3" w:rsidP="00070B76">
      <w:pPr>
        <w:pStyle w:val="SoDslseznam-1"/>
      </w:pPr>
      <w:r>
        <w:t xml:space="preserve">Ukončením Smlouvy nejsou dotčena ustanovení Smlouvy ve znění dokumentů dle odst. 1 této Smlouvy o dílo a </w:t>
      </w:r>
      <w:r w:rsidRPr="009269F3">
        <w:t xml:space="preserve">příloh dle odst. </w:t>
      </w:r>
      <w:r w:rsidR="00070B76" w:rsidRPr="009269F3">
        <w:fldChar w:fldCharType="begin"/>
      </w:r>
      <w:r w:rsidR="00070B76" w:rsidRPr="009269F3">
        <w:instrText xml:space="preserve"> REF _Ref148012780 \r \h </w:instrText>
      </w:r>
      <w:r w:rsidR="00070B76" w:rsidRPr="009269F3">
        <w:fldChar w:fldCharType="separate"/>
      </w:r>
      <w:r w:rsidR="00070B76" w:rsidRPr="009269F3">
        <w:t>23</w:t>
      </w:r>
      <w:r w:rsidR="00070B76" w:rsidRPr="009269F3">
        <w:fldChar w:fldCharType="end"/>
      </w:r>
      <w:r w:rsidR="002561C6" w:rsidRPr="009269F3">
        <w:t xml:space="preserve"> </w:t>
      </w:r>
      <w:r w:rsidRPr="009269F3">
        <w:t xml:space="preserve">této Smlouvy </w:t>
      </w:r>
      <w: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1CB9CAD9" w:rsidR="00031866" w:rsidRDefault="00770A10" w:rsidP="005A10D5">
      <w:pPr>
        <w:pStyle w:val="SoDslseznam-2"/>
      </w:pPr>
      <w:r>
        <w:t>NEOBSAZENO</w:t>
      </w:r>
      <w:r w:rsidR="005A10D5">
        <w:t>.</w:t>
      </w:r>
    </w:p>
    <w:p w14:paraId="0420819B" w14:textId="69835C84" w:rsidR="00BF5111" w:rsidRPr="00031866" w:rsidRDefault="00BF5111" w:rsidP="005A10D5">
      <w:pPr>
        <w:pStyle w:val="SoDslseznam-2"/>
        <w:tabs>
          <w:tab w:val="clear" w:pos="992"/>
          <w:tab w:val="num" w:pos="1021"/>
        </w:tabs>
        <w:ind w:left="1021"/>
      </w:pPr>
      <w:r>
        <w:t>NEOBSAZENO</w:t>
      </w:r>
      <w:r w:rsidR="005A10D5">
        <w:t>.</w:t>
      </w:r>
      <w:r>
        <w:t xml:space="preserve"> </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 xml:space="preserve">134/2016 Sb., o zadávání veřejných zakázek, </w:t>
      </w:r>
      <w:r w:rsidRPr="000613E9">
        <w:lastRenderedPageBreak/>
        <w:t>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59028225"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2175B67C" w:rsidR="003F1D63" w:rsidRPr="002C6663" w:rsidRDefault="003F1D63" w:rsidP="000701FE">
      <w:pPr>
        <w:pStyle w:val="Seznamsodrkami"/>
      </w:pPr>
      <w:r w:rsidRPr="002C6663">
        <w:t>studentské exkurze</w:t>
      </w:r>
      <w:r w:rsidR="003863F0">
        <w:t>.</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w:t>
      </w:r>
      <w:proofErr w:type="spellStart"/>
      <w:r w:rsidRPr="00701441">
        <w:t>Teams</w:t>
      </w:r>
      <w:proofErr w:type="spellEnd"/>
      <w:r w:rsidRPr="00701441">
        <w:t xml:space="preserve">, Google </w:t>
      </w:r>
      <w:proofErr w:type="spellStart"/>
      <w:proofErr w:type="gramStart"/>
      <w:r w:rsidRPr="00701441">
        <w:t>meet</w:t>
      </w:r>
      <w:proofErr w:type="spellEnd"/>
      <w:r w:rsidRPr="00701441">
        <w:t>,</w:t>
      </w:r>
      <w:proofErr w:type="gramEnd"/>
      <w:r w:rsidRPr="00701441">
        <w:t xml:space="preserve"> atp.), pokud nebude nutné, aby byly spojeny s místním šetřením.</w:t>
      </w:r>
    </w:p>
    <w:p w14:paraId="41026EB2" w14:textId="13B554CD" w:rsidR="000047EA" w:rsidRPr="00701441" w:rsidRDefault="000047EA" w:rsidP="00070B76">
      <w:pPr>
        <w:pStyle w:val="SoDslseznam-2"/>
      </w:pPr>
      <w:r w:rsidRPr="00701441">
        <w:t>Zhotovitel se zavazuje, že v průběhu plnění Díla umožní v souvislosti s prováděním prací na Díle provedení</w:t>
      </w:r>
      <w:r w:rsidR="00001413">
        <w:t xml:space="preserve"> </w:t>
      </w:r>
      <w:r w:rsidR="00E47376">
        <w:t>6</w:t>
      </w:r>
      <w:r w:rsidRPr="000701FE">
        <w:rPr>
          <w:color w:val="00B050"/>
        </w:rPr>
        <w:t xml:space="preserve"> </w:t>
      </w:r>
      <w:r w:rsidRPr="00701441">
        <w:t>studentský</w:t>
      </w:r>
      <w:bookmarkStart w:id="1" w:name="_GoBack"/>
      <w:bookmarkEnd w:id="1"/>
      <w:r w:rsidRPr="00701441">
        <w:t>ch exkurzí na Staveništi. Pokud Zhotovitel neumožní provedení exkurze, je povinen uhradit Objednateli smluvní pokutu ve výši 100 000 Kč.</w:t>
      </w:r>
    </w:p>
    <w:p w14:paraId="155D6CC5" w14:textId="77777777" w:rsidR="000047EA" w:rsidRPr="00701441" w:rsidRDefault="000047EA" w:rsidP="00070B76">
      <w:pPr>
        <w:pStyle w:val="SoDslseznam-2"/>
      </w:pPr>
      <w:r w:rsidRPr="00701441">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w:t>
      </w:r>
      <w:r w:rsidRPr="00701441">
        <w:lastRenderedPageBreak/>
        <w:t xml:space="preserve">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70B76">
      <w:pPr>
        <w:pStyle w:val="SoDslseznam-2"/>
      </w:pPr>
      <w:r w:rsidRPr="00701441">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3F1D63">
      <w:pPr>
        <w:pStyle w:val="SoDslseznam-2"/>
      </w:pPr>
      <w:r w:rsidRPr="00701441">
        <w:t xml:space="preserve"> Zhotovitel se zavazuje provést účastníky exkurze po dotčených místech dle podmínek a omezení stanovených BOZP a poskytnout účastníkům exkurze odborný výklad k aktuálně prováděným činnostem.</w:t>
      </w:r>
    </w:p>
    <w:p w14:paraId="276E2F87" w14:textId="62E407CA" w:rsidR="000047EA" w:rsidRPr="00001413" w:rsidRDefault="000047EA" w:rsidP="00001413">
      <w:pPr>
        <w:pStyle w:val="SoDslseznam-2"/>
        <w:rPr>
          <w:rFonts w:eastAsia="Times New Roman" w:cs="Times New Roman"/>
          <w:i/>
        </w:rPr>
      </w:pPr>
      <w:r w:rsidRPr="003F1D63">
        <w:t xml:space="preserve">O provedené exkurzi je Zhotovitel povinen informovat Objednatele písemnou zprávou nejpozději do 14 dnů od konání exkurze. Zpráva musí obsahovat sdělení o škole, předmětu exkurze, čase konání a počtu účastníků.  </w:t>
      </w:r>
    </w:p>
    <w:p w14:paraId="0C28BC61" w14:textId="7092D3B2" w:rsidR="00001413" w:rsidRPr="005A10D5" w:rsidRDefault="00001413" w:rsidP="00001413">
      <w:pPr>
        <w:pStyle w:val="slovanseznam2"/>
      </w:pPr>
      <w:bookmarkStart w:id="2" w:name="_Hlk148084552"/>
      <w:r w:rsidRPr="005A10D5">
        <w:t>NEOBSAZENO.</w:t>
      </w:r>
      <w:bookmarkEnd w:id="2"/>
    </w:p>
    <w:p w14:paraId="11CF94A1" w14:textId="4F3E2E08" w:rsidR="00001413" w:rsidRPr="005A10D5" w:rsidRDefault="00001413" w:rsidP="00001413">
      <w:pPr>
        <w:pStyle w:val="slovanseznam2"/>
        <w:rPr>
          <w:i/>
        </w:rPr>
      </w:pPr>
      <w:r w:rsidRPr="005A10D5">
        <w:t>NEOBSAZENO</w:t>
      </w:r>
      <w:r w:rsidRPr="005A10D5">
        <w:rPr>
          <w:i/>
        </w:rPr>
        <w:t>.</w:t>
      </w:r>
      <w:r w:rsidRPr="005A10D5">
        <w:rPr>
          <w:b/>
          <w:i/>
        </w:rPr>
        <w:t xml:space="preserve"> </w:t>
      </w:r>
    </w:p>
    <w:p w14:paraId="6385B196" w14:textId="7D0F4FE1" w:rsidR="00001413" w:rsidRPr="00001413" w:rsidRDefault="00001413" w:rsidP="00001413">
      <w:pPr>
        <w:pStyle w:val="slovanseznam2"/>
        <w:rPr>
          <w:i/>
          <w:color w:val="00B050"/>
        </w:rPr>
      </w:pPr>
      <w:r w:rsidRPr="005A10D5">
        <w:t>NEOBSAZENO</w:t>
      </w:r>
      <w:r w:rsidRPr="00001413">
        <w:rPr>
          <w:i/>
          <w:color w:val="00B050"/>
        </w:rPr>
        <w:t>.</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20B6768B" w:rsidR="002561C6" w:rsidRPr="005A10D5" w:rsidRDefault="00692F07" w:rsidP="005A10D5">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79C9F0A2" w:rsidR="00A40E7E" w:rsidRPr="00A40E7E" w:rsidRDefault="00A40E7E" w:rsidP="00590CD9">
      <w:pPr>
        <w:pStyle w:val="SoDslseznam-1"/>
      </w:pPr>
      <w:r w:rsidRPr="00A40E7E">
        <w:t xml:space="preserve">Mezinárodní sankce </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 xml:space="preserve">on, ani žádný z jeho poddodavatelů, nejsou osobami, na něž se vztahuje zákaz zadání veřejné zakázky ve smyslu § </w:t>
      </w:r>
      <w:proofErr w:type="gramStart"/>
      <w:r w:rsidRPr="00D733F8">
        <w:t>48a</w:t>
      </w:r>
      <w:proofErr w:type="gramEnd"/>
      <w:r w:rsidRPr="00D733F8">
        <w:t xml:space="preserve">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2AA32D53" w14:textId="321E4611" w:rsidR="00A40E7E" w:rsidRPr="00D733F8"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rsidRPr="00D733F8">
        <w:lastRenderedPageBreak/>
        <w:t xml:space="preserve">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7D367C">
        <w:t>.</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lastRenderedPageBreak/>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504CB14B" w14:textId="643BF086" w:rsidR="00F422D3" w:rsidRDefault="00590CD9" w:rsidP="00EA585B">
      <w:pPr>
        <w:pStyle w:val="slovanseznam"/>
      </w:pPr>
      <w:r>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0F743B">
      <w:pPr>
        <w:pStyle w:val="SoDslseznam-1"/>
      </w:pPr>
      <w:bookmarkStart w:id="3" w:name="_Ref148012780"/>
      <w:r>
        <w:t>Přílohy, které tvoří nedílnou součást této Smlouvy o dílo:</w:t>
      </w:r>
      <w:bookmarkEnd w:id="3"/>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79A0AA2F" w:rsidR="00F422D3" w:rsidRPr="00F102E6" w:rsidRDefault="00F422D3" w:rsidP="000F743B">
      <w:pPr>
        <w:pStyle w:val="SoDTextbezslovn"/>
        <w:ind w:left="2127" w:hanging="1673"/>
        <w:rPr>
          <w:color w:val="00B050"/>
        </w:rPr>
      </w:pPr>
      <w:r w:rsidRPr="00F102E6">
        <w:t>Příloha č.</w:t>
      </w:r>
      <w:r w:rsidR="008A39A0" w:rsidRPr="00F102E6">
        <w:t xml:space="preserve"> 9</w:t>
      </w:r>
      <w:r w:rsidR="000F743B" w:rsidRPr="00F102E6">
        <w:tab/>
      </w:r>
      <w:r w:rsidRPr="00F102E6">
        <w:t>Žádost o poskytnutí zálohové platby</w:t>
      </w:r>
      <w:r w:rsidRPr="00F102E6">
        <w:rPr>
          <w:i/>
        </w:rPr>
        <w:t xml:space="preserve"> </w:t>
      </w:r>
    </w:p>
    <w:p w14:paraId="05EA5ECF" w14:textId="275F1146" w:rsidR="00B738A3" w:rsidRPr="00F102E6" w:rsidRDefault="00B738A3" w:rsidP="00B738A3">
      <w:pPr>
        <w:spacing w:after="120"/>
        <w:ind w:left="454"/>
        <w:jc w:val="both"/>
        <w:rPr>
          <w:rFonts w:ascii="Verdana" w:hAnsi="Verdana"/>
        </w:rPr>
      </w:pPr>
      <w:r w:rsidRPr="00F102E6">
        <w:rPr>
          <w:rFonts w:ascii="Verdana" w:hAnsi="Verdana"/>
        </w:rPr>
        <w:t>Příloha č. 10</w:t>
      </w:r>
      <w:r w:rsidRPr="00F102E6">
        <w:rPr>
          <w:rFonts w:ascii="Verdana" w:hAnsi="Verdana"/>
        </w:rPr>
        <w:tab/>
        <w:t xml:space="preserve">NEOBSAZENO </w:t>
      </w:r>
    </w:p>
    <w:p w14:paraId="439D5D39" w14:textId="1C3271BD" w:rsidR="00B738A3" w:rsidRPr="00F11BFA" w:rsidRDefault="00B738A3" w:rsidP="00B738A3">
      <w:pPr>
        <w:spacing w:after="120"/>
        <w:ind w:left="454"/>
        <w:jc w:val="both"/>
        <w:rPr>
          <w:rFonts w:ascii="Verdana" w:hAnsi="Verdana"/>
          <w:color w:val="00B050"/>
        </w:rPr>
      </w:pPr>
      <w:r w:rsidRPr="00F102E6">
        <w:rPr>
          <w:rFonts w:ascii="Verdana" w:hAnsi="Verdana"/>
        </w:rPr>
        <w:t>Příloha č. 11</w:t>
      </w:r>
      <w:r w:rsidRPr="00F102E6">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3267AC1B" w14:textId="77777777" w:rsidR="008F01C6" w:rsidRDefault="008F01C6" w:rsidP="002038D5">
      <w:pPr>
        <w:pStyle w:val="Textbezodsazen"/>
        <w:rPr>
          <w:i/>
          <w:highlight w:val="green"/>
        </w:rPr>
      </w:pPr>
    </w:p>
    <w:p w14:paraId="69A9B7AB" w14:textId="77777777" w:rsidR="00D242BB" w:rsidRDefault="00D242BB" w:rsidP="00D242BB">
      <w:pPr>
        <w:pStyle w:val="Nadpistabulky"/>
        <w:rPr>
          <w:sz w:val="18"/>
          <w:szCs w:val="18"/>
        </w:rPr>
      </w:pPr>
    </w:p>
    <w:p w14:paraId="2EF7F8EF" w14:textId="1F72C98B" w:rsidR="00D242BB" w:rsidRPr="00F95FBD" w:rsidRDefault="009269F3" w:rsidP="00D242BB">
      <w:pPr>
        <w:pStyle w:val="Nadpistabulky"/>
        <w:rPr>
          <w:sz w:val="18"/>
          <w:szCs w:val="18"/>
        </w:rPr>
      </w:pPr>
      <w:r>
        <w:rPr>
          <w:sz w:val="18"/>
          <w:szCs w:val="18"/>
        </w:rPr>
        <w:t>Odpovědný</w:t>
      </w:r>
      <w:r w:rsidR="00D242BB">
        <w:rPr>
          <w:sz w:val="18"/>
          <w:szCs w:val="18"/>
        </w:rPr>
        <w:t xml:space="preserve"> projekt</w:t>
      </w:r>
      <w:r>
        <w:rPr>
          <w:sz w:val="18"/>
          <w:szCs w:val="18"/>
        </w:rPr>
        <w: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21CE08F2" w:rsidR="00D242BB" w:rsidRPr="00F95FBD" w:rsidRDefault="00D242BB" w:rsidP="00D242BB">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77777777" w:rsidR="008F01C6" w:rsidRDefault="008F01C6" w:rsidP="00165977">
      <w:pPr>
        <w:pStyle w:val="Tabulka"/>
      </w:pPr>
    </w:p>
    <w:p w14:paraId="5F441E43" w14:textId="77777777"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7E244CF3"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88DA8C" w14:textId="77777777" w:rsidR="009269F3" w:rsidRDefault="009269F3" w:rsidP="00D242BB">
      <w:pPr>
        <w:pStyle w:val="Nadpistabulky"/>
        <w:rPr>
          <w:sz w:val="18"/>
          <w:szCs w:val="18"/>
        </w:rPr>
      </w:pPr>
    </w:p>
    <w:p w14:paraId="600761F0" w14:textId="1066D60F"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B0377C" w14:textId="77777777" w:rsidR="009269F3" w:rsidRDefault="009269F3" w:rsidP="009269F3">
      <w:pPr>
        <w:pStyle w:val="Nadpistabulky"/>
        <w:rPr>
          <w:sz w:val="18"/>
          <w:szCs w:val="18"/>
        </w:rPr>
      </w:pPr>
    </w:p>
    <w:p w14:paraId="6C7FF6D6" w14:textId="47DF885B" w:rsidR="009269F3" w:rsidRPr="00F95FBD" w:rsidRDefault="009269F3" w:rsidP="009269F3">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9269F3" w:rsidRPr="00F95FBD" w14:paraId="6B3A5A5F" w14:textId="77777777" w:rsidTr="00386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2D6157" w14:textId="77777777" w:rsidR="009269F3" w:rsidRPr="00F95FBD" w:rsidRDefault="009269F3" w:rsidP="003863F0">
            <w:pPr>
              <w:pStyle w:val="Tabulka"/>
              <w:rPr>
                <w:rStyle w:val="Nadpisvtabulce"/>
              </w:rPr>
            </w:pPr>
            <w:r w:rsidRPr="00F95FBD">
              <w:rPr>
                <w:rStyle w:val="Nadpisvtabulce"/>
              </w:rPr>
              <w:t>Jméno a příjmení</w:t>
            </w:r>
          </w:p>
        </w:tc>
        <w:tc>
          <w:tcPr>
            <w:tcW w:w="5812" w:type="dxa"/>
          </w:tcPr>
          <w:p w14:paraId="5BFBF030" w14:textId="77777777" w:rsidR="009269F3" w:rsidRPr="00F95FBD" w:rsidRDefault="009269F3" w:rsidP="003863F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9269F3" w:rsidRPr="00F95FBD" w14:paraId="74DDC001" w14:textId="77777777" w:rsidTr="003863F0">
        <w:tc>
          <w:tcPr>
            <w:cnfStyle w:val="001000000000" w:firstRow="0" w:lastRow="0" w:firstColumn="1" w:lastColumn="0" w:oddVBand="0" w:evenVBand="0" w:oddHBand="0" w:evenHBand="0" w:firstRowFirstColumn="0" w:firstRowLastColumn="0" w:lastRowFirstColumn="0" w:lastRowLastColumn="0"/>
            <w:tcW w:w="3056" w:type="dxa"/>
          </w:tcPr>
          <w:p w14:paraId="38A9CECC" w14:textId="77777777" w:rsidR="009269F3" w:rsidRPr="00F95FBD" w:rsidRDefault="009269F3" w:rsidP="003863F0">
            <w:pPr>
              <w:pStyle w:val="Tabulka"/>
              <w:rPr>
                <w:sz w:val="18"/>
              </w:rPr>
            </w:pPr>
            <w:r w:rsidRPr="00F95FBD">
              <w:rPr>
                <w:sz w:val="18"/>
              </w:rPr>
              <w:t>Adresa</w:t>
            </w:r>
          </w:p>
        </w:tc>
        <w:tc>
          <w:tcPr>
            <w:tcW w:w="5812" w:type="dxa"/>
          </w:tcPr>
          <w:p w14:paraId="656F2B51" w14:textId="77777777" w:rsidR="009269F3" w:rsidRPr="00F95FBD" w:rsidRDefault="009269F3" w:rsidP="003863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69F3" w:rsidRPr="00F95FBD" w14:paraId="61D6B997" w14:textId="77777777" w:rsidTr="003863F0">
        <w:tc>
          <w:tcPr>
            <w:cnfStyle w:val="001000000000" w:firstRow="0" w:lastRow="0" w:firstColumn="1" w:lastColumn="0" w:oddVBand="0" w:evenVBand="0" w:oddHBand="0" w:evenHBand="0" w:firstRowFirstColumn="0" w:firstRowLastColumn="0" w:lastRowFirstColumn="0" w:lastRowLastColumn="0"/>
            <w:tcW w:w="3056" w:type="dxa"/>
          </w:tcPr>
          <w:p w14:paraId="7A1BD0AF" w14:textId="77777777" w:rsidR="009269F3" w:rsidRPr="00F95FBD" w:rsidRDefault="009269F3" w:rsidP="003863F0">
            <w:pPr>
              <w:pStyle w:val="Tabulka"/>
              <w:rPr>
                <w:sz w:val="18"/>
              </w:rPr>
            </w:pPr>
            <w:r w:rsidRPr="00F95FBD">
              <w:rPr>
                <w:sz w:val="18"/>
              </w:rPr>
              <w:t>E-mail</w:t>
            </w:r>
          </w:p>
        </w:tc>
        <w:tc>
          <w:tcPr>
            <w:tcW w:w="5812" w:type="dxa"/>
          </w:tcPr>
          <w:p w14:paraId="1821C030" w14:textId="77777777" w:rsidR="009269F3" w:rsidRPr="00F95FBD" w:rsidRDefault="009269F3" w:rsidP="003863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69F3" w:rsidRPr="00F95FBD" w14:paraId="6359BC22" w14:textId="77777777" w:rsidTr="003863F0">
        <w:tc>
          <w:tcPr>
            <w:cnfStyle w:val="001000000000" w:firstRow="0" w:lastRow="0" w:firstColumn="1" w:lastColumn="0" w:oddVBand="0" w:evenVBand="0" w:oddHBand="0" w:evenHBand="0" w:firstRowFirstColumn="0" w:firstRowLastColumn="0" w:lastRowFirstColumn="0" w:lastRowLastColumn="0"/>
            <w:tcW w:w="3056" w:type="dxa"/>
          </w:tcPr>
          <w:p w14:paraId="059AD2FD" w14:textId="77777777" w:rsidR="009269F3" w:rsidRPr="00F95FBD" w:rsidRDefault="009269F3" w:rsidP="003863F0">
            <w:pPr>
              <w:pStyle w:val="Tabulka"/>
              <w:rPr>
                <w:sz w:val="18"/>
              </w:rPr>
            </w:pPr>
            <w:r w:rsidRPr="00F95FBD">
              <w:rPr>
                <w:sz w:val="18"/>
              </w:rPr>
              <w:t>Telefon</w:t>
            </w:r>
          </w:p>
        </w:tc>
        <w:tc>
          <w:tcPr>
            <w:tcW w:w="5812" w:type="dxa"/>
          </w:tcPr>
          <w:p w14:paraId="1F9CF46D" w14:textId="77777777" w:rsidR="009269F3" w:rsidRPr="00F95FBD" w:rsidRDefault="009269F3" w:rsidP="003863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359B1E" w14:textId="77777777" w:rsidR="00F95FBD" w:rsidRDefault="00F95FBD" w:rsidP="00165977">
      <w:pPr>
        <w:pStyle w:val="Tabulka"/>
      </w:pPr>
    </w:p>
    <w:p w14:paraId="218C8CD7" w14:textId="77777777" w:rsidR="00A94EC4" w:rsidRDefault="00A94EC4" w:rsidP="00D242BB">
      <w:pPr>
        <w:pStyle w:val="Nadpistabulky"/>
        <w:rPr>
          <w:sz w:val="18"/>
          <w:szCs w:val="18"/>
        </w:rPr>
      </w:pPr>
    </w:p>
    <w:p w14:paraId="2803DDC3" w14:textId="77777777"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042F3" w14:textId="77777777" w:rsidR="009269F3" w:rsidRDefault="009269F3" w:rsidP="00D242BB">
      <w:pPr>
        <w:pStyle w:val="Nadpistabulky"/>
        <w:rPr>
          <w:sz w:val="18"/>
          <w:szCs w:val="18"/>
        </w:rPr>
      </w:pPr>
    </w:p>
    <w:p w14:paraId="0815843A" w14:textId="515CAFC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ACC505" w14:textId="77777777" w:rsidR="00B23DD3" w:rsidRDefault="00B23DD3" w:rsidP="00F762A8">
      <w:pPr>
        <w:pStyle w:val="Nadpisbezsl1-1"/>
      </w:pPr>
    </w:p>
    <w:p w14:paraId="3AA8B9B1" w14:textId="77777777" w:rsidR="00B23DD3" w:rsidRDefault="00B23DD3" w:rsidP="00F762A8">
      <w:pPr>
        <w:pStyle w:val="Nadpisbezsl1-1"/>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5AF227FD"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4" w:name="_Hlk132703151"/>
      <w:r w:rsidRPr="00FC3E00">
        <w:rPr>
          <w:rFonts w:ascii="Verdana" w:hAnsi="Verdana"/>
          <w:b/>
          <w:noProof/>
          <w:sz w:val="28"/>
          <w:szCs w:val="28"/>
        </w:rPr>
        <w:t>Osvědčení Správy železnic, státní organizace o řádném poskytnutí a dokončení stavebních prací</w:t>
      </w:r>
    </w:p>
    <w:bookmarkEnd w:id="4"/>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5"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5"/>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3F538021" w:rsidR="00392910" w:rsidRDefault="00392910" w:rsidP="00392910">
      <w:pPr>
        <w:pStyle w:val="Textbezodsazen"/>
      </w:pPr>
      <w:r>
        <w:t xml:space="preserve">V souladu s ustanovením pod-článku 14.2 Smluvních podmínek ke Smlouvě o dílo na zhotovení stavby </w:t>
      </w:r>
      <w:r w:rsidR="009269F3" w:rsidRPr="009269F3">
        <w:t>„Výstavba uzlové trakční napájecí stanice Brno-Černovice“</w:t>
      </w:r>
      <w:r w:rsidR="009269F3">
        <w:t xml:space="preserve">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5B7EEEFD"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0210ACD1" w:rsidR="00B738A3" w:rsidRPr="00275FEF" w:rsidRDefault="00B738A3" w:rsidP="00B738A3">
      <w:pPr>
        <w:spacing w:after="120"/>
        <w:jc w:val="both"/>
        <w:rPr>
          <w:rFonts w:ascii="Verdana" w:hAnsi="Verdana"/>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4ED57" w14:textId="77777777" w:rsidR="003863F0" w:rsidRDefault="003863F0" w:rsidP="00962258">
      <w:pPr>
        <w:spacing w:after="0" w:line="240" w:lineRule="auto"/>
      </w:pPr>
      <w:r>
        <w:separator/>
      </w:r>
    </w:p>
  </w:endnote>
  <w:endnote w:type="continuationSeparator" w:id="0">
    <w:p w14:paraId="7A775929" w14:textId="77777777" w:rsidR="003863F0" w:rsidRDefault="003863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3863F0" w:rsidRPr="003462EB" w14:paraId="38DBA985" w14:textId="77777777" w:rsidTr="007F1787">
      <w:tc>
        <w:tcPr>
          <w:tcW w:w="851" w:type="dxa"/>
          <w:tcMar>
            <w:left w:w="0" w:type="dxa"/>
            <w:right w:w="0" w:type="dxa"/>
          </w:tcMar>
          <w:vAlign w:val="bottom"/>
        </w:tcPr>
        <w:p w14:paraId="39C60BC9" w14:textId="4B453DC4"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3863F0" w:rsidRDefault="003863F0" w:rsidP="007F1787">
          <w:pPr>
            <w:pStyle w:val="Zpatvlevo"/>
          </w:pPr>
          <w:r>
            <w:t>Smlouva o dílo – Zhotovení Projektové dokumentace a Stavby</w:t>
          </w:r>
        </w:p>
        <w:p w14:paraId="23C432C0" w14:textId="7B1B30D1" w:rsidR="003863F0" w:rsidRPr="003462EB" w:rsidRDefault="003863F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r>
  </w:tbl>
  <w:p w14:paraId="5E032EE1" w14:textId="77777777" w:rsidR="003863F0" w:rsidRPr="00430206" w:rsidRDefault="003863F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2706020E" w14:textId="77777777" w:rsidTr="00174201">
      <w:tc>
        <w:tcPr>
          <w:tcW w:w="851" w:type="dxa"/>
          <w:tcMar>
            <w:left w:w="0" w:type="dxa"/>
            <w:right w:w="0" w:type="dxa"/>
          </w:tcMar>
          <w:vAlign w:val="bottom"/>
        </w:tcPr>
        <w:p w14:paraId="17A9B7B8" w14:textId="77777777"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3863F0" w:rsidRPr="00CD320A" w:rsidRDefault="003863F0" w:rsidP="00174201">
          <w:pPr>
            <w:pStyle w:val="Zpatvlevo"/>
            <w:rPr>
              <w:rStyle w:val="Tun"/>
            </w:rPr>
          </w:pPr>
          <w:r w:rsidRPr="00CD320A">
            <w:rPr>
              <w:rStyle w:val="Tun"/>
            </w:rPr>
            <w:t>Příloha č. 4</w:t>
          </w:r>
        </w:p>
        <w:p w14:paraId="5F2099F0" w14:textId="77777777" w:rsidR="003863F0" w:rsidRDefault="003863F0" w:rsidP="00174201">
          <w:pPr>
            <w:pStyle w:val="Zpatvlevo"/>
          </w:pPr>
          <w:r>
            <w:t>Smlouva o dílo – Zhotovení Projektové dokumentace a Stavby</w:t>
          </w:r>
        </w:p>
        <w:p w14:paraId="00BE7E75" w14:textId="28EB5876" w:rsidR="003863F0" w:rsidRPr="003462EB" w:rsidRDefault="003863F0"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3863F0" w:rsidRPr="00430206" w:rsidRDefault="003863F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0E91BF2A" w14:textId="77777777" w:rsidTr="00174201">
      <w:tc>
        <w:tcPr>
          <w:tcW w:w="7881" w:type="dxa"/>
          <w:tcMar>
            <w:left w:w="0" w:type="dxa"/>
            <w:right w:w="0" w:type="dxa"/>
          </w:tcMar>
          <w:vAlign w:val="bottom"/>
        </w:tcPr>
        <w:p w14:paraId="35BDE9DB" w14:textId="77777777" w:rsidR="003863F0" w:rsidRPr="00CD320A" w:rsidRDefault="003863F0" w:rsidP="00174201">
          <w:pPr>
            <w:pStyle w:val="Zpatvpravo"/>
            <w:rPr>
              <w:rStyle w:val="Tun"/>
            </w:rPr>
          </w:pPr>
          <w:r w:rsidRPr="00CD320A">
            <w:rPr>
              <w:rStyle w:val="Tun"/>
            </w:rPr>
            <w:t>PŘÍLOHA č. 4</w:t>
          </w:r>
        </w:p>
        <w:p w14:paraId="51C13F3D" w14:textId="77777777" w:rsidR="003863F0" w:rsidRDefault="003863F0" w:rsidP="00174201">
          <w:pPr>
            <w:pStyle w:val="Zpatvpravo"/>
          </w:pPr>
          <w:r>
            <w:t xml:space="preserve">SMLOUVA O </w:t>
          </w:r>
          <w:proofErr w:type="gramStart"/>
          <w:r>
            <w:t>DÍLO - Zhotovení</w:t>
          </w:r>
          <w:proofErr w:type="gramEnd"/>
          <w:r>
            <w:t xml:space="preserve"> Projektové dokumentace a Stavby</w:t>
          </w:r>
        </w:p>
        <w:p w14:paraId="7DA3E857" w14:textId="6B5EA6BF" w:rsidR="003863F0" w:rsidRPr="00B8518B" w:rsidRDefault="003863F0"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c>
        <w:tcPr>
          <w:tcW w:w="851" w:type="dxa"/>
          <w:vAlign w:val="bottom"/>
        </w:tcPr>
        <w:p w14:paraId="14154200" w14:textId="2317005D" w:rsidR="003863F0" w:rsidRDefault="003863F0"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3863F0" w:rsidRPr="00B8518B" w:rsidRDefault="003863F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54D366EE" w14:textId="77777777" w:rsidTr="008D546F">
      <w:tc>
        <w:tcPr>
          <w:tcW w:w="851" w:type="dxa"/>
          <w:tcMar>
            <w:left w:w="0" w:type="dxa"/>
            <w:right w:w="0" w:type="dxa"/>
          </w:tcMar>
          <w:vAlign w:val="bottom"/>
        </w:tcPr>
        <w:p w14:paraId="00E56356" w14:textId="093AB8F5"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3863F0" w:rsidRPr="00CD320A" w:rsidRDefault="003863F0" w:rsidP="008D546F">
          <w:pPr>
            <w:pStyle w:val="Zpatvlevo"/>
            <w:rPr>
              <w:rStyle w:val="Tun"/>
            </w:rPr>
          </w:pPr>
          <w:r w:rsidRPr="00CD320A">
            <w:rPr>
              <w:rStyle w:val="Tun"/>
            </w:rPr>
            <w:t xml:space="preserve">Příloha č. </w:t>
          </w:r>
          <w:r>
            <w:rPr>
              <w:rStyle w:val="Tun"/>
            </w:rPr>
            <w:t>5</w:t>
          </w:r>
        </w:p>
        <w:p w14:paraId="2D48223B" w14:textId="77777777" w:rsidR="003863F0" w:rsidRDefault="003863F0" w:rsidP="008D546F">
          <w:pPr>
            <w:pStyle w:val="Zpatvlevo"/>
          </w:pPr>
          <w:r>
            <w:t>Smlouva o dílo – Zhotovení Projektové dokumentace a Stavby</w:t>
          </w:r>
        </w:p>
        <w:p w14:paraId="4355FCE3" w14:textId="310C4E04" w:rsidR="003863F0" w:rsidRPr="003462EB" w:rsidRDefault="003863F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r>
  </w:tbl>
  <w:p w14:paraId="4D20A9D4" w14:textId="77777777" w:rsidR="003863F0" w:rsidRPr="00430206" w:rsidRDefault="003863F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03A0E28C" w14:textId="77777777" w:rsidTr="008D546F">
      <w:tc>
        <w:tcPr>
          <w:tcW w:w="7881" w:type="dxa"/>
          <w:tcMar>
            <w:left w:w="0" w:type="dxa"/>
            <w:right w:w="0" w:type="dxa"/>
          </w:tcMar>
          <w:vAlign w:val="bottom"/>
        </w:tcPr>
        <w:p w14:paraId="5B3B25FF" w14:textId="77777777" w:rsidR="003863F0" w:rsidRPr="00D70440" w:rsidRDefault="003863F0" w:rsidP="008D546F">
          <w:pPr>
            <w:pStyle w:val="Zpatvpravo"/>
            <w:rPr>
              <w:rStyle w:val="Tun"/>
            </w:rPr>
          </w:pPr>
          <w:r>
            <w:rPr>
              <w:rStyle w:val="Tun"/>
            </w:rPr>
            <w:t>PŘÍLOHA č. 5</w:t>
          </w:r>
        </w:p>
        <w:p w14:paraId="072D9EDA"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74FB99D9"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68FE6CCD" w14:textId="0B8C1C85" w:rsidR="003863F0" w:rsidRDefault="003863F0"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3863F0" w:rsidRPr="00B8518B" w:rsidRDefault="003863F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3DBDE70E" w14:textId="77777777" w:rsidTr="008D546F">
      <w:tc>
        <w:tcPr>
          <w:tcW w:w="851" w:type="dxa"/>
          <w:tcMar>
            <w:left w:w="0" w:type="dxa"/>
            <w:right w:w="0" w:type="dxa"/>
          </w:tcMar>
          <w:vAlign w:val="bottom"/>
        </w:tcPr>
        <w:p w14:paraId="2969F9D8" w14:textId="2F34B7AE"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3863F0" w:rsidRPr="00CD320A" w:rsidRDefault="003863F0" w:rsidP="008D546F">
          <w:pPr>
            <w:pStyle w:val="Zpatvlevo"/>
            <w:rPr>
              <w:rStyle w:val="Tun"/>
            </w:rPr>
          </w:pPr>
          <w:r w:rsidRPr="00CD320A">
            <w:rPr>
              <w:rStyle w:val="Tun"/>
            </w:rPr>
            <w:t xml:space="preserve">Příloha č. </w:t>
          </w:r>
          <w:r>
            <w:rPr>
              <w:rStyle w:val="Tun"/>
            </w:rPr>
            <w:t>6</w:t>
          </w:r>
        </w:p>
        <w:p w14:paraId="340B869F" w14:textId="77777777" w:rsidR="003863F0" w:rsidRDefault="003863F0" w:rsidP="008D546F">
          <w:pPr>
            <w:pStyle w:val="Zpatvlevo"/>
          </w:pPr>
          <w:r>
            <w:t>Smlouva o dílo – Zhotovení Projektové dokumentace a Stavby</w:t>
          </w:r>
        </w:p>
        <w:p w14:paraId="39383E61" w14:textId="3F677FDE" w:rsidR="003863F0" w:rsidRPr="003462EB" w:rsidRDefault="003863F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3863F0" w:rsidRPr="00430206" w:rsidRDefault="003863F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58CA3B1F" w14:textId="77777777" w:rsidTr="008D546F">
      <w:tc>
        <w:tcPr>
          <w:tcW w:w="7881" w:type="dxa"/>
          <w:tcMar>
            <w:left w:w="0" w:type="dxa"/>
            <w:right w:w="0" w:type="dxa"/>
          </w:tcMar>
          <w:vAlign w:val="bottom"/>
        </w:tcPr>
        <w:p w14:paraId="1B69F385" w14:textId="77777777" w:rsidR="003863F0" w:rsidRPr="00D70440" w:rsidRDefault="003863F0" w:rsidP="008D546F">
          <w:pPr>
            <w:pStyle w:val="Zpatvpravo"/>
            <w:rPr>
              <w:rStyle w:val="Tun"/>
            </w:rPr>
          </w:pPr>
          <w:r>
            <w:rPr>
              <w:rStyle w:val="Tun"/>
            </w:rPr>
            <w:t>PŘÍLOHA č. 6</w:t>
          </w:r>
        </w:p>
        <w:p w14:paraId="4AAFED10"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345E012F"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0CF2C708" w14:textId="0538EA30" w:rsidR="003863F0" w:rsidRDefault="003863F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3863F0" w:rsidRPr="00B8518B" w:rsidRDefault="003863F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29506A6D" w14:textId="77777777" w:rsidTr="008D546F">
      <w:tc>
        <w:tcPr>
          <w:tcW w:w="851" w:type="dxa"/>
          <w:tcMar>
            <w:left w:w="0" w:type="dxa"/>
            <w:right w:w="0" w:type="dxa"/>
          </w:tcMar>
          <w:vAlign w:val="bottom"/>
        </w:tcPr>
        <w:p w14:paraId="3F1A665B" w14:textId="201F5892"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3863F0" w:rsidRPr="00CD320A" w:rsidRDefault="003863F0" w:rsidP="008D546F">
          <w:pPr>
            <w:pStyle w:val="Zpatvlevo"/>
            <w:rPr>
              <w:rStyle w:val="Tun"/>
            </w:rPr>
          </w:pPr>
          <w:r w:rsidRPr="00CD320A">
            <w:rPr>
              <w:rStyle w:val="Tun"/>
            </w:rPr>
            <w:t xml:space="preserve">Příloha č. </w:t>
          </w:r>
          <w:r>
            <w:rPr>
              <w:rStyle w:val="Tun"/>
            </w:rPr>
            <w:t>7</w:t>
          </w:r>
        </w:p>
        <w:p w14:paraId="030DE473" w14:textId="77777777" w:rsidR="003863F0" w:rsidRDefault="003863F0" w:rsidP="008D546F">
          <w:pPr>
            <w:pStyle w:val="Zpatvlevo"/>
          </w:pPr>
          <w:r>
            <w:t>Smlouva o dílo – Zhotovení Projektové dokumentace a Stavby</w:t>
          </w:r>
        </w:p>
        <w:p w14:paraId="4701C0DB" w14:textId="1E112C0F" w:rsidR="003863F0" w:rsidRPr="003462EB" w:rsidRDefault="003863F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3863F0" w:rsidRPr="00430206" w:rsidRDefault="003863F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61C41E30" w14:textId="77777777" w:rsidTr="008D546F">
      <w:tc>
        <w:tcPr>
          <w:tcW w:w="7881" w:type="dxa"/>
          <w:tcMar>
            <w:left w:w="0" w:type="dxa"/>
            <w:right w:w="0" w:type="dxa"/>
          </w:tcMar>
          <w:vAlign w:val="bottom"/>
        </w:tcPr>
        <w:p w14:paraId="5949EE64" w14:textId="773CA199" w:rsidR="003863F0" w:rsidRPr="00D70440" w:rsidRDefault="003863F0" w:rsidP="008D546F">
          <w:pPr>
            <w:pStyle w:val="Zpatvpravo"/>
            <w:rPr>
              <w:rStyle w:val="Tun"/>
            </w:rPr>
          </w:pPr>
          <w:r>
            <w:rPr>
              <w:rStyle w:val="Tun"/>
            </w:rPr>
            <w:t>PŘÍLOHA č. 7</w:t>
          </w:r>
        </w:p>
        <w:p w14:paraId="044B456D"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2BDB95D5"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3282DF7A" w14:textId="4DEC232C" w:rsidR="003863F0" w:rsidRDefault="003863F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3863F0" w:rsidRPr="00B8518B" w:rsidRDefault="003863F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0A4F244F" w14:textId="77777777" w:rsidTr="008D546F">
      <w:tc>
        <w:tcPr>
          <w:tcW w:w="851" w:type="dxa"/>
          <w:tcMar>
            <w:left w:w="0" w:type="dxa"/>
            <w:right w:w="0" w:type="dxa"/>
          </w:tcMar>
          <w:vAlign w:val="bottom"/>
        </w:tcPr>
        <w:p w14:paraId="212D4A43" w14:textId="3E429EE2"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3863F0" w:rsidRPr="00CD320A" w:rsidRDefault="003863F0" w:rsidP="008D546F">
          <w:pPr>
            <w:pStyle w:val="Zpatvlevo"/>
            <w:rPr>
              <w:rStyle w:val="Tun"/>
            </w:rPr>
          </w:pPr>
          <w:r w:rsidRPr="00CD320A">
            <w:rPr>
              <w:rStyle w:val="Tun"/>
            </w:rPr>
            <w:t xml:space="preserve">Příloha č. </w:t>
          </w:r>
          <w:r>
            <w:rPr>
              <w:rStyle w:val="Tun"/>
            </w:rPr>
            <w:t>8</w:t>
          </w:r>
        </w:p>
        <w:p w14:paraId="04C4E591" w14:textId="77777777" w:rsidR="003863F0" w:rsidRDefault="003863F0" w:rsidP="008D546F">
          <w:pPr>
            <w:pStyle w:val="Zpatvlevo"/>
          </w:pPr>
          <w:r>
            <w:t>Smlouva o dílo – Zhotovení Projektové dokumentace a Stavby</w:t>
          </w:r>
        </w:p>
        <w:p w14:paraId="10A7A41A" w14:textId="59F77E5F" w:rsidR="003863F0" w:rsidRPr="003462EB" w:rsidRDefault="003863F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r>
  </w:tbl>
  <w:p w14:paraId="19309A48" w14:textId="77777777" w:rsidR="003863F0" w:rsidRPr="00430206" w:rsidRDefault="003863F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3EACA5EE" w14:textId="77777777" w:rsidTr="008D546F">
      <w:tc>
        <w:tcPr>
          <w:tcW w:w="7881" w:type="dxa"/>
          <w:tcMar>
            <w:left w:w="0" w:type="dxa"/>
            <w:right w:w="0" w:type="dxa"/>
          </w:tcMar>
          <w:vAlign w:val="bottom"/>
        </w:tcPr>
        <w:p w14:paraId="2F0195FE" w14:textId="17CA309A" w:rsidR="003863F0" w:rsidRPr="00D70440" w:rsidRDefault="003863F0" w:rsidP="008D546F">
          <w:pPr>
            <w:pStyle w:val="Zpatvpravo"/>
            <w:rPr>
              <w:rStyle w:val="Tun"/>
            </w:rPr>
          </w:pPr>
          <w:r>
            <w:rPr>
              <w:rStyle w:val="Tun"/>
            </w:rPr>
            <w:t>PŘÍLOHA č. 8</w:t>
          </w:r>
        </w:p>
        <w:p w14:paraId="6AE3FD66"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20329AA7"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2662FDBB" w14:textId="7F27909D" w:rsidR="003863F0" w:rsidRDefault="003863F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3863F0" w:rsidRPr="00B8518B" w:rsidRDefault="003863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863F0" w:rsidRPr="009E09BE" w14:paraId="15D625E3" w14:textId="77777777" w:rsidTr="007F1787">
      <w:tc>
        <w:tcPr>
          <w:tcW w:w="7797" w:type="dxa"/>
          <w:tcMar>
            <w:left w:w="0" w:type="dxa"/>
            <w:right w:w="0" w:type="dxa"/>
          </w:tcMar>
          <w:vAlign w:val="bottom"/>
        </w:tcPr>
        <w:p w14:paraId="5FD50CC4" w14:textId="77777777" w:rsidR="003863F0" w:rsidRDefault="003863F0" w:rsidP="007F1787">
          <w:pPr>
            <w:pStyle w:val="Zpatvpravo"/>
          </w:pPr>
          <w:r>
            <w:t>Smlouva o dílo – Zhotovení Projektové dokumentace a Stavby</w:t>
          </w:r>
        </w:p>
        <w:p w14:paraId="0B57920C" w14:textId="11CA5CF5" w:rsidR="003863F0" w:rsidRPr="00612EE8" w:rsidRDefault="003863F0"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c>
        <w:tcPr>
          <w:tcW w:w="851" w:type="dxa"/>
          <w:vAlign w:val="bottom"/>
        </w:tcPr>
        <w:p w14:paraId="398A9DD7" w14:textId="251CA61B" w:rsidR="003863F0" w:rsidRPr="009E09BE" w:rsidRDefault="003863F0"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3863F0" w:rsidRPr="00B8518B" w:rsidRDefault="003863F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23E52620" w14:textId="77777777" w:rsidTr="008D546F">
      <w:tc>
        <w:tcPr>
          <w:tcW w:w="851" w:type="dxa"/>
          <w:tcMar>
            <w:left w:w="0" w:type="dxa"/>
            <w:right w:w="0" w:type="dxa"/>
          </w:tcMar>
          <w:vAlign w:val="bottom"/>
        </w:tcPr>
        <w:p w14:paraId="729E897B" w14:textId="5F1B54FD"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3863F0" w:rsidRDefault="003863F0" w:rsidP="008D546F">
          <w:pPr>
            <w:pStyle w:val="Zpatvlevo"/>
            <w:rPr>
              <w:rStyle w:val="Tun"/>
            </w:rPr>
          </w:pPr>
          <w:r>
            <w:rPr>
              <w:rStyle w:val="Tun"/>
            </w:rPr>
            <w:t>Příloha č. 10</w:t>
          </w:r>
        </w:p>
        <w:p w14:paraId="5D4AC2B7" w14:textId="77777777" w:rsidR="003863F0" w:rsidRDefault="003863F0" w:rsidP="008D546F">
          <w:pPr>
            <w:pStyle w:val="Zpatvlevo"/>
          </w:pPr>
          <w:r>
            <w:t>Smlouva o dílo – Zhotovení Projektové dokumentace a Stavby</w:t>
          </w:r>
        </w:p>
        <w:p w14:paraId="181CCCAF" w14:textId="0C0816C9" w:rsidR="003863F0" w:rsidRPr="003462EB" w:rsidRDefault="003863F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3863F0" w:rsidRPr="00430206" w:rsidRDefault="003863F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6380C6A5" w14:textId="77777777" w:rsidTr="008D546F">
      <w:tc>
        <w:tcPr>
          <w:tcW w:w="7881" w:type="dxa"/>
          <w:tcMar>
            <w:left w:w="0" w:type="dxa"/>
            <w:right w:w="0" w:type="dxa"/>
          </w:tcMar>
          <w:vAlign w:val="bottom"/>
        </w:tcPr>
        <w:p w14:paraId="72D47546" w14:textId="3433D8ED" w:rsidR="003863F0" w:rsidRPr="00D70440" w:rsidRDefault="003863F0" w:rsidP="008D546F">
          <w:pPr>
            <w:pStyle w:val="Zpatvpravo"/>
            <w:rPr>
              <w:rStyle w:val="Tun"/>
            </w:rPr>
          </w:pPr>
          <w:r>
            <w:rPr>
              <w:rStyle w:val="Tun"/>
            </w:rPr>
            <w:t>PŘÍLOHA č. 9</w:t>
          </w:r>
        </w:p>
        <w:p w14:paraId="5BA3E647"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5A72AD7D"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02146559" w14:textId="5D309CBB" w:rsidR="003863F0" w:rsidRDefault="003863F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3863F0" w:rsidRPr="00B8518B" w:rsidRDefault="003863F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63AB1380" w14:textId="77777777" w:rsidTr="008D546F">
      <w:tc>
        <w:tcPr>
          <w:tcW w:w="7881" w:type="dxa"/>
          <w:tcMar>
            <w:left w:w="0" w:type="dxa"/>
            <w:right w:w="0" w:type="dxa"/>
          </w:tcMar>
          <w:vAlign w:val="bottom"/>
        </w:tcPr>
        <w:p w14:paraId="54AB5EB0" w14:textId="3C37FB92" w:rsidR="003863F0" w:rsidRPr="00D70440" w:rsidRDefault="003863F0" w:rsidP="008D546F">
          <w:pPr>
            <w:pStyle w:val="Zpatvpravo"/>
            <w:rPr>
              <w:rStyle w:val="Tun"/>
            </w:rPr>
          </w:pPr>
          <w:r>
            <w:rPr>
              <w:rStyle w:val="Tun"/>
            </w:rPr>
            <w:t>PŘÍLOHA č. 10</w:t>
          </w:r>
        </w:p>
        <w:p w14:paraId="4D5C71D5"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1ACB371F"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6ED45AC4" w14:textId="01463A5A" w:rsidR="003863F0" w:rsidRDefault="003863F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3863F0" w:rsidRPr="00B8518B" w:rsidRDefault="003863F0"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17B7E938" w14:textId="77777777" w:rsidTr="008D546F">
      <w:tc>
        <w:tcPr>
          <w:tcW w:w="851" w:type="dxa"/>
          <w:tcMar>
            <w:left w:w="0" w:type="dxa"/>
            <w:right w:w="0" w:type="dxa"/>
          </w:tcMar>
          <w:vAlign w:val="bottom"/>
        </w:tcPr>
        <w:p w14:paraId="016A4835" w14:textId="2E36B45A"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3863F0" w:rsidRDefault="003863F0" w:rsidP="008D546F">
          <w:pPr>
            <w:pStyle w:val="Zpatvlevo"/>
            <w:rPr>
              <w:rStyle w:val="Tun"/>
            </w:rPr>
          </w:pPr>
          <w:r>
            <w:rPr>
              <w:rStyle w:val="Tun"/>
            </w:rPr>
            <w:t>Příloha č. 11</w:t>
          </w:r>
        </w:p>
        <w:p w14:paraId="4F08032E" w14:textId="77777777" w:rsidR="003863F0" w:rsidRDefault="003863F0" w:rsidP="008D546F">
          <w:pPr>
            <w:pStyle w:val="Zpatvlevo"/>
          </w:pPr>
          <w:r>
            <w:t>Smlouva o dílo – Zhotovení Projektové dokumentace a Stavby</w:t>
          </w:r>
        </w:p>
        <w:p w14:paraId="016EEE48" w14:textId="52BE5D6B" w:rsidR="003863F0" w:rsidRPr="003462EB" w:rsidRDefault="003863F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3863F0" w:rsidRPr="00430206" w:rsidRDefault="003863F0">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14:paraId="1C86023C" w14:textId="77777777" w:rsidTr="008D546F">
      <w:tc>
        <w:tcPr>
          <w:tcW w:w="7881" w:type="dxa"/>
          <w:tcMar>
            <w:left w:w="0" w:type="dxa"/>
            <w:right w:w="0" w:type="dxa"/>
          </w:tcMar>
          <w:vAlign w:val="bottom"/>
        </w:tcPr>
        <w:p w14:paraId="01B4B770" w14:textId="0932F3E8" w:rsidR="003863F0" w:rsidRPr="00D70440" w:rsidRDefault="003863F0" w:rsidP="008D546F">
          <w:pPr>
            <w:pStyle w:val="Zpatvpravo"/>
            <w:rPr>
              <w:rStyle w:val="Tun"/>
            </w:rPr>
          </w:pPr>
          <w:r>
            <w:rPr>
              <w:rStyle w:val="Tun"/>
            </w:rPr>
            <w:t>PŘÍLOHA č. 11</w:t>
          </w:r>
        </w:p>
        <w:p w14:paraId="0CEDF990" w14:textId="77777777" w:rsidR="003863F0" w:rsidRDefault="003863F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3A17AE81" w:rsidR="003863F0" w:rsidRPr="00CD320A" w:rsidRDefault="003863F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47376" w:rsidRPr="00E47376">
            <w:rPr>
              <w:rStyle w:val="slostrnky"/>
              <w:bCs/>
              <w:noProof/>
              <w:color w:val="auto"/>
            </w:rPr>
            <w:t>„Výstavba uzlové trakční napájecí stanice Brno-Černovice“</w:t>
          </w:r>
          <w:r w:rsidRPr="00CD320A">
            <w:rPr>
              <w:rStyle w:val="slostrnky"/>
              <w:color w:val="auto"/>
            </w:rPr>
            <w:fldChar w:fldCharType="end"/>
          </w:r>
        </w:p>
      </w:tc>
      <w:tc>
        <w:tcPr>
          <w:tcW w:w="851" w:type="dxa"/>
          <w:vAlign w:val="bottom"/>
        </w:tcPr>
        <w:p w14:paraId="2F48F259" w14:textId="29E10476" w:rsidR="003863F0" w:rsidRDefault="003863F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3863F0" w:rsidRPr="00B8518B" w:rsidRDefault="003863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3239F" w14:textId="15F3FD33" w:rsidR="003863F0" w:rsidRPr="00B8518B" w:rsidRDefault="003863F0" w:rsidP="00460660">
    <w:pPr>
      <w:pStyle w:val="Zpat"/>
      <w:rPr>
        <w:sz w:val="2"/>
        <w:szCs w:val="2"/>
      </w:rPr>
    </w:pPr>
  </w:p>
  <w:p w14:paraId="4FA689EF" w14:textId="77777777" w:rsidR="003863F0" w:rsidRPr="00B3350F" w:rsidRDefault="003863F0"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857C152" w14:textId="77777777" w:rsidR="003863F0" w:rsidRPr="00B8518B" w:rsidRDefault="003863F0" w:rsidP="00C050AC">
    <w:pPr>
      <w:pStyle w:val="Zpat"/>
      <w:rPr>
        <w:sz w:val="2"/>
        <w:szCs w:val="2"/>
      </w:rPr>
    </w:pPr>
  </w:p>
  <w:p w14:paraId="19A02D60" w14:textId="1DED36F0" w:rsidR="003863F0" w:rsidRPr="00EF529C" w:rsidRDefault="003863F0" w:rsidP="00C050AC">
    <w:pPr>
      <w:pStyle w:val="Zpat"/>
      <w:rPr>
        <w:rFonts w:cs="Calibri"/>
        <w:sz w:val="4"/>
        <w:szCs w:val="4"/>
      </w:rPr>
    </w:pPr>
  </w:p>
  <w:p w14:paraId="73CA4CEC" w14:textId="77777777" w:rsidR="003863F0" w:rsidRPr="00B8518B" w:rsidRDefault="003863F0" w:rsidP="003F78B3">
    <w:pPr>
      <w:pStyle w:val="Zpat"/>
      <w:rPr>
        <w:sz w:val="2"/>
        <w:szCs w:val="2"/>
      </w:rPr>
    </w:pPr>
  </w:p>
  <w:p w14:paraId="54A6398B" w14:textId="77777777" w:rsidR="003863F0" w:rsidRPr="00460660" w:rsidRDefault="003863F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5860B12A" w14:textId="77777777" w:rsidTr="007F1787">
      <w:tc>
        <w:tcPr>
          <w:tcW w:w="851" w:type="dxa"/>
          <w:tcMar>
            <w:left w:w="0" w:type="dxa"/>
            <w:right w:w="0" w:type="dxa"/>
          </w:tcMar>
          <w:vAlign w:val="bottom"/>
        </w:tcPr>
        <w:p w14:paraId="55031B01" w14:textId="77777777"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3863F0" w:rsidRPr="006B4C5E" w:rsidRDefault="003863F0" w:rsidP="007F1787">
          <w:pPr>
            <w:pStyle w:val="Zpatvlevo"/>
            <w:rPr>
              <w:rStyle w:val="Tun"/>
            </w:rPr>
          </w:pPr>
          <w:r w:rsidRPr="006B4C5E">
            <w:rPr>
              <w:rStyle w:val="Tun"/>
            </w:rPr>
            <w:t>Příloha č. 1</w:t>
          </w:r>
        </w:p>
        <w:p w14:paraId="1043207E" w14:textId="77777777" w:rsidR="003863F0" w:rsidRDefault="003863F0" w:rsidP="007F1787">
          <w:pPr>
            <w:pStyle w:val="Zpatvlevo"/>
          </w:pPr>
          <w:r>
            <w:t>Smlouva o dílo – Zhotovení Projektové dokumentace a Stavby</w:t>
          </w:r>
        </w:p>
        <w:p w14:paraId="7A42310D" w14:textId="4E4D427D" w:rsidR="003863F0" w:rsidRPr="003462EB" w:rsidRDefault="003863F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3863F0" w:rsidRPr="00430206" w:rsidRDefault="003863F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3863F0" w14:paraId="13B37D4F" w14:textId="77777777" w:rsidTr="007F1787">
      <w:tc>
        <w:tcPr>
          <w:tcW w:w="7655" w:type="dxa"/>
          <w:tcMar>
            <w:left w:w="0" w:type="dxa"/>
            <w:right w:w="0" w:type="dxa"/>
          </w:tcMar>
          <w:vAlign w:val="bottom"/>
        </w:tcPr>
        <w:p w14:paraId="452C3F11" w14:textId="77777777" w:rsidR="003863F0" w:rsidRPr="00CD320A" w:rsidRDefault="003863F0" w:rsidP="007F1787">
          <w:pPr>
            <w:pStyle w:val="Zpatvpravo"/>
            <w:rPr>
              <w:rStyle w:val="Tun"/>
            </w:rPr>
          </w:pPr>
          <w:r w:rsidRPr="00CD320A">
            <w:rPr>
              <w:rStyle w:val="Tun"/>
            </w:rPr>
            <w:t xml:space="preserve">PŘÍLOHA č. </w:t>
          </w:r>
          <w:r>
            <w:rPr>
              <w:rStyle w:val="Tun"/>
            </w:rPr>
            <w:t>1</w:t>
          </w:r>
        </w:p>
        <w:p w14:paraId="4D7C3EE6" w14:textId="77777777" w:rsidR="003863F0" w:rsidRDefault="003863F0" w:rsidP="007F1787">
          <w:pPr>
            <w:pStyle w:val="Zpatvpravo"/>
          </w:pPr>
          <w:r>
            <w:t xml:space="preserve">SMLOUVA O </w:t>
          </w:r>
          <w:proofErr w:type="gramStart"/>
          <w:r>
            <w:t>DÍLO - Zhotovení</w:t>
          </w:r>
          <w:proofErr w:type="gramEnd"/>
          <w:r>
            <w:t xml:space="preserve"> Projektové dokumentace a Stavby</w:t>
          </w:r>
        </w:p>
        <w:p w14:paraId="3285E196" w14:textId="057F2791" w:rsidR="003863F0" w:rsidRPr="00B8518B" w:rsidRDefault="003863F0"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c>
        <w:tcPr>
          <w:tcW w:w="851" w:type="dxa"/>
          <w:vAlign w:val="bottom"/>
        </w:tcPr>
        <w:p w14:paraId="552BFDC6" w14:textId="210C8D29" w:rsidR="003863F0" w:rsidRDefault="003863F0"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3863F0" w:rsidRPr="00B8518B" w:rsidRDefault="003863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4E9E7FA1" w14:textId="77777777" w:rsidTr="007F1787">
      <w:tc>
        <w:tcPr>
          <w:tcW w:w="851" w:type="dxa"/>
          <w:tcMar>
            <w:left w:w="0" w:type="dxa"/>
            <w:right w:w="0" w:type="dxa"/>
          </w:tcMar>
          <w:vAlign w:val="bottom"/>
        </w:tcPr>
        <w:p w14:paraId="738F8EEA" w14:textId="5A8BF823"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3863F0" w:rsidRPr="006B4C5E" w:rsidRDefault="003863F0" w:rsidP="007F1787">
          <w:pPr>
            <w:pStyle w:val="Zpatvlevo"/>
            <w:rPr>
              <w:rStyle w:val="Tun"/>
            </w:rPr>
          </w:pPr>
          <w:r w:rsidRPr="006B4C5E">
            <w:rPr>
              <w:rStyle w:val="Tun"/>
            </w:rPr>
            <w:t xml:space="preserve">Příloha č. </w:t>
          </w:r>
          <w:r>
            <w:rPr>
              <w:rStyle w:val="Tun"/>
            </w:rPr>
            <w:t>2</w:t>
          </w:r>
        </w:p>
        <w:p w14:paraId="47F3D07C" w14:textId="77777777" w:rsidR="003863F0" w:rsidRDefault="003863F0" w:rsidP="007F1787">
          <w:pPr>
            <w:pStyle w:val="Zpatvlevo"/>
          </w:pPr>
          <w:r>
            <w:t>Smlouva o dílo – Zhotovení Projektové dokumentace a Stavby</w:t>
          </w:r>
        </w:p>
        <w:p w14:paraId="6F91FCDC" w14:textId="18C66C4B" w:rsidR="003863F0" w:rsidRPr="003462EB" w:rsidRDefault="003863F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r>
  </w:tbl>
  <w:p w14:paraId="31931922" w14:textId="77777777" w:rsidR="003863F0" w:rsidRPr="00430206" w:rsidRDefault="003863F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rsidRPr="003462EB" w14:paraId="4E6B6D00" w14:textId="77777777" w:rsidTr="00174201">
      <w:tc>
        <w:tcPr>
          <w:tcW w:w="7881" w:type="dxa"/>
          <w:vAlign w:val="bottom"/>
        </w:tcPr>
        <w:p w14:paraId="45426DF3" w14:textId="2307AADA" w:rsidR="003863F0" w:rsidRPr="006B4C5E" w:rsidRDefault="003863F0" w:rsidP="00174201">
          <w:pPr>
            <w:pStyle w:val="Zpatvpravo"/>
            <w:rPr>
              <w:rStyle w:val="Tun"/>
            </w:rPr>
          </w:pPr>
          <w:r w:rsidRPr="006B4C5E">
            <w:rPr>
              <w:rStyle w:val="Tun"/>
            </w:rPr>
            <w:t>Příloha č.</w:t>
          </w:r>
          <w:r>
            <w:rPr>
              <w:rStyle w:val="Tun"/>
            </w:rPr>
            <w:t xml:space="preserve"> 2</w:t>
          </w:r>
        </w:p>
        <w:p w14:paraId="2080E2F7" w14:textId="77777777" w:rsidR="003863F0" w:rsidRDefault="003863F0" w:rsidP="00174201">
          <w:pPr>
            <w:pStyle w:val="Zpatvpravo"/>
          </w:pPr>
          <w:r>
            <w:t>Smlouva o dílo – Zhotovení Projektové dokumentace a Stavby</w:t>
          </w:r>
        </w:p>
        <w:p w14:paraId="0B8FCF7D" w14:textId="76B4B1B4" w:rsidR="003863F0" w:rsidRPr="003462EB" w:rsidRDefault="003863F0"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c>
        <w:tcPr>
          <w:tcW w:w="851" w:type="dxa"/>
          <w:vAlign w:val="bottom"/>
        </w:tcPr>
        <w:p w14:paraId="271792E7" w14:textId="2719604E" w:rsidR="003863F0" w:rsidRPr="00B8518B" w:rsidRDefault="003863F0"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3863F0" w:rsidRPr="00B8518B" w:rsidRDefault="003863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863F0" w:rsidRPr="003462EB" w14:paraId="009683C3" w14:textId="77777777" w:rsidTr="007F1787">
      <w:tc>
        <w:tcPr>
          <w:tcW w:w="851" w:type="dxa"/>
          <w:tcMar>
            <w:left w:w="0" w:type="dxa"/>
            <w:right w:w="0" w:type="dxa"/>
          </w:tcMar>
          <w:vAlign w:val="bottom"/>
        </w:tcPr>
        <w:p w14:paraId="6EECD905" w14:textId="0D305FCB" w:rsidR="003863F0" w:rsidRPr="00B8518B" w:rsidRDefault="003863F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3863F0" w:rsidRPr="006B4C5E" w:rsidRDefault="003863F0" w:rsidP="007F1787">
          <w:pPr>
            <w:pStyle w:val="Zpatvlevo"/>
            <w:rPr>
              <w:rStyle w:val="Tun"/>
            </w:rPr>
          </w:pPr>
          <w:r w:rsidRPr="006B4C5E">
            <w:rPr>
              <w:rStyle w:val="Tun"/>
            </w:rPr>
            <w:t xml:space="preserve">Příloha č. </w:t>
          </w:r>
          <w:r>
            <w:rPr>
              <w:rStyle w:val="Tun"/>
            </w:rPr>
            <w:t>3</w:t>
          </w:r>
        </w:p>
        <w:p w14:paraId="53562265" w14:textId="77777777" w:rsidR="003863F0" w:rsidRDefault="003863F0" w:rsidP="007F1787">
          <w:pPr>
            <w:pStyle w:val="Zpatvlevo"/>
          </w:pPr>
          <w:r>
            <w:t>Smlouva o dílo – Zhotovení Projektové dokumentace a Stavby</w:t>
          </w:r>
        </w:p>
        <w:p w14:paraId="2A725E40" w14:textId="51800180" w:rsidR="003863F0" w:rsidRPr="003462EB" w:rsidRDefault="003863F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3863F0" w:rsidRPr="00430206" w:rsidRDefault="003863F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863F0" w:rsidRPr="003462EB" w14:paraId="0CBED9F7" w14:textId="77777777" w:rsidTr="00174201">
      <w:tc>
        <w:tcPr>
          <w:tcW w:w="7881" w:type="dxa"/>
          <w:vAlign w:val="bottom"/>
        </w:tcPr>
        <w:p w14:paraId="340B5896" w14:textId="58E57A6D" w:rsidR="003863F0" w:rsidRPr="006B4C5E" w:rsidRDefault="003863F0" w:rsidP="00174201">
          <w:pPr>
            <w:pStyle w:val="Zpatvpravo"/>
            <w:rPr>
              <w:rStyle w:val="Tun"/>
            </w:rPr>
          </w:pPr>
          <w:r w:rsidRPr="006B4C5E">
            <w:rPr>
              <w:rStyle w:val="Tun"/>
            </w:rPr>
            <w:t>Příloha č.</w:t>
          </w:r>
          <w:r>
            <w:rPr>
              <w:rStyle w:val="Tun"/>
            </w:rPr>
            <w:t xml:space="preserve"> 3</w:t>
          </w:r>
        </w:p>
        <w:p w14:paraId="325249A3" w14:textId="77777777" w:rsidR="003863F0" w:rsidRDefault="003863F0" w:rsidP="00174201">
          <w:pPr>
            <w:pStyle w:val="Zpatvpravo"/>
          </w:pPr>
          <w:r>
            <w:t>Smlouva o dílo – Zhotovení Projektové dokumentace a Stavby</w:t>
          </w:r>
        </w:p>
        <w:p w14:paraId="19DFAF36" w14:textId="5B464481" w:rsidR="003863F0" w:rsidRPr="003462EB" w:rsidRDefault="003863F0"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47376">
            <w:rPr>
              <w:rStyle w:val="Tun"/>
              <w:noProof/>
            </w:rPr>
            <w:t>„Výstavba uzlové trakční napájecí stanice Brno-Černovice“</w:t>
          </w:r>
          <w:r w:rsidRPr="00612EE8">
            <w:rPr>
              <w:rStyle w:val="Tun"/>
            </w:rPr>
            <w:fldChar w:fldCharType="end"/>
          </w:r>
        </w:p>
      </w:tc>
      <w:tc>
        <w:tcPr>
          <w:tcW w:w="851" w:type="dxa"/>
          <w:vAlign w:val="bottom"/>
        </w:tcPr>
        <w:p w14:paraId="3551588D" w14:textId="576EE309" w:rsidR="003863F0" w:rsidRPr="00B8518B" w:rsidRDefault="003863F0"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376">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3863F0" w:rsidRPr="00B8518B" w:rsidRDefault="003863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83556" w14:textId="77777777" w:rsidR="003863F0" w:rsidRDefault="003863F0" w:rsidP="00962258">
      <w:pPr>
        <w:spacing w:after="0" w:line="240" w:lineRule="auto"/>
      </w:pPr>
      <w:r>
        <w:separator/>
      </w:r>
    </w:p>
  </w:footnote>
  <w:footnote w:type="continuationSeparator" w:id="0">
    <w:p w14:paraId="63D0FA20" w14:textId="77777777" w:rsidR="003863F0" w:rsidRDefault="003863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2648" w14:textId="2A269E2F" w:rsidR="003863F0" w:rsidRDefault="003863F0"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F7856" w14:textId="77777777" w:rsidR="003863F0" w:rsidRPr="00D6163D" w:rsidRDefault="003863F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2B34" w14:textId="77777777" w:rsidR="003863F0" w:rsidRPr="00D6163D" w:rsidRDefault="003863F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14AA" w14:textId="77777777" w:rsidR="003863F0" w:rsidRPr="00D6163D" w:rsidRDefault="003863F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6B1BF" w14:textId="77777777" w:rsidR="003863F0" w:rsidRDefault="003863F0"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A536" w14:textId="77777777" w:rsidR="003863F0" w:rsidRPr="00D6163D" w:rsidRDefault="003863F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C4576" w14:textId="77777777" w:rsidR="003863F0" w:rsidRDefault="003863F0"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CAF7D" w14:textId="77777777" w:rsidR="003863F0" w:rsidRPr="00D6163D" w:rsidRDefault="003863F0">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09454" w14:textId="77777777" w:rsidR="003863F0" w:rsidRPr="00D6163D" w:rsidRDefault="003863F0">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797CD" w14:textId="77777777" w:rsidR="003863F0" w:rsidRDefault="003863F0"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42AFB" w14:textId="77777777" w:rsidR="003863F0" w:rsidRPr="00D6163D" w:rsidRDefault="003863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63F0" w14:paraId="6001710E" w14:textId="77777777" w:rsidTr="00C02D0A">
      <w:trPr>
        <w:trHeight w:hRule="exact" w:val="454"/>
      </w:trPr>
      <w:tc>
        <w:tcPr>
          <w:tcW w:w="1361" w:type="dxa"/>
          <w:tcMar>
            <w:top w:w="57" w:type="dxa"/>
            <w:left w:w="0" w:type="dxa"/>
            <w:right w:w="0" w:type="dxa"/>
          </w:tcMar>
        </w:tcPr>
        <w:p w14:paraId="4E95C128" w14:textId="77777777" w:rsidR="003863F0" w:rsidRPr="00B8518B" w:rsidRDefault="003863F0" w:rsidP="00523EA7">
          <w:pPr>
            <w:pStyle w:val="Zpat"/>
            <w:rPr>
              <w:rStyle w:val="slostrnky"/>
            </w:rPr>
          </w:pPr>
        </w:p>
      </w:tc>
      <w:tc>
        <w:tcPr>
          <w:tcW w:w="3458" w:type="dxa"/>
          <w:shd w:val="clear" w:color="auto" w:fill="auto"/>
          <w:tcMar>
            <w:top w:w="57" w:type="dxa"/>
            <w:left w:w="0" w:type="dxa"/>
            <w:right w:w="0" w:type="dxa"/>
          </w:tcMar>
        </w:tcPr>
        <w:p w14:paraId="621FF704" w14:textId="77777777" w:rsidR="003863F0" w:rsidRDefault="003863F0" w:rsidP="00523EA7">
          <w:pPr>
            <w:pStyle w:val="Zpat"/>
          </w:pPr>
        </w:p>
      </w:tc>
      <w:tc>
        <w:tcPr>
          <w:tcW w:w="5698" w:type="dxa"/>
          <w:shd w:val="clear" w:color="auto" w:fill="auto"/>
          <w:tcMar>
            <w:top w:w="57" w:type="dxa"/>
            <w:left w:w="0" w:type="dxa"/>
            <w:right w:w="0" w:type="dxa"/>
          </w:tcMar>
        </w:tcPr>
        <w:p w14:paraId="7F544C56" w14:textId="77777777" w:rsidR="003863F0" w:rsidRPr="00D6163D" w:rsidRDefault="003863F0" w:rsidP="00D6163D">
          <w:pPr>
            <w:pStyle w:val="Druhdokumentu"/>
          </w:pPr>
        </w:p>
      </w:tc>
    </w:tr>
  </w:tbl>
  <w:p w14:paraId="325B22FE" w14:textId="77777777" w:rsidR="003863F0" w:rsidRPr="00D6163D" w:rsidRDefault="003863F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863F0" w14:paraId="4D32C04D" w14:textId="77777777" w:rsidTr="00B22106">
      <w:trPr>
        <w:trHeight w:hRule="exact" w:val="936"/>
      </w:trPr>
      <w:tc>
        <w:tcPr>
          <w:tcW w:w="1361" w:type="dxa"/>
          <w:tcMar>
            <w:left w:w="0" w:type="dxa"/>
            <w:right w:w="0" w:type="dxa"/>
          </w:tcMar>
        </w:tcPr>
        <w:p w14:paraId="77648FED" w14:textId="77777777" w:rsidR="003863F0" w:rsidRPr="00B8518B" w:rsidRDefault="003863F0" w:rsidP="00FC6389">
          <w:pPr>
            <w:pStyle w:val="Zpat"/>
            <w:rPr>
              <w:rStyle w:val="slostrnky"/>
            </w:rPr>
          </w:pPr>
        </w:p>
      </w:tc>
      <w:tc>
        <w:tcPr>
          <w:tcW w:w="3458" w:type="dxa"/>
          <w:shd w:val="clear" w:color="auto" w:fill="auto"/>
          <w:tcMar>
            <w:left w:w="0" w:type="dxa"/>
            <w:right w:w="0" w:type="dxa"/>
          </w:tcMar>
        </w:tcPr>
        <w:p w14:paraId="67F28024" w14:textId="755E0AE1" w:rsidR="003863F0" w:rsidRDefault="003863F0"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3863F0" w:rsidRPr="00D6163D" w:rsidRDefault="003863F0" w:rsidP="00FC6389">
          <w:pPr>
            <w:pStyle w:val="Druhdokumentu"/>
          </w:pPr>
        </w:p>
      </w:tc>
    </w:tr>
    <w:tr w:rsidR="003863F0" w14:paraId="2E6713E6" w14:textId="77777777" w:rsidTr="00B22106">
      <w:trPr>
        <w:trHeight w:hRule="exact" w:val="936"/>
      </w:trPr>
      <w:tc>
        <w:tcPr>
          <w:tcW w:w="1361" w:type="dxa"/>
          <w:tcMar>
            <w:left w:w="0" w:type="dxa"/>
            <w:right w:w="0" w:type="dxa"/>
          </w:tcMar>
        </w:tcPr>
        <w:p w14:paraId="2F0819EC" w14:textId="77777777" w:rsidR="003863F0" w:rsidRPr="00B8518B" w:rsidRDefault="003863F0" w:rsidP="00FC6389">
          <w:pPr>
            <w:pStyle w:val="Zpat"/>
            <w:rPr>
              <w:rStyle w:val="slostrnky"/>
            </w:rPr>
          </w:pPr>
        </w:p>
      </w:tc>
      <w:tc>
        <w:tcPr>
          <w:tcW w:w="3458" w:type="dxa"/>
          <w:shd w:val="clear" w:color="auto" w:fill="auto"/>
          <w:tcMar>
            <w:left w:w="0" w:type="dxa"/>
            <w:right w:w="0" w:type="dxa"/>
          </w:tcMar>
        </w:tcPr>
        <w:p w14:paraId="64D7454E" w14:textId="77777777" w:rsidR="003863F0" w:rsidRDefault="003863F0" w:rsidP="00FC6389">
          <w:pPr>
            <w:pStyle w:val="Zpat"/>
          </w:pPr>
        </w:p>
      </w:tc>
      <w:tc>
        <w:tcPr>
          <w:tcW w:w="5756" w:type="dxa"/>
          <w:shd w:val="clear" w:color="auto" w:fill="auto"/>
          <w:tcMar>
            <w:left w:w="0" w:type="dxa"/>
            <w:right w:w="0" w:type="dxa"/>
          </w:tcMar>
        </w:tcPr>
        <w:p w14:paraId="318AA19F" w14:textId="77777777" w:rsidR="003863F0" w:rsidRPr="00D6163D" w:rsidRDefault="003863F0" w:rsidP="00FC6389">
          <w:pPr>
            <w:pStyle w:val="Druhdokumentu"/>
          </w:pPr>
        </w:p>
      </w:tc>
    </w:tr>
  </w:tbl>
  <w:p w14:paraId="43732ECE" w14:textId="77777777" w:rsidR="003863F0" w:rsidRPr="00D6163D" w:rsidRDefault="003863F0" w:rsidP="00FC6389">
    <w:pPr>
      <w:pStyle w:val="Zhlav"/>
      <w:rPr>
        <w:sz w:val="8"/>
        <w:szCs w:val="8"/>
      </w:rPr>
    </w:pPr>
  </w:p>
  <w:p w14:paraId="34D75CEB" w14:textId="77777777" w:rsidR="003863F0" w:rsidRPr="00460660" w:rsidRDefault="003863F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5644E" w14:textId="77777777" w:rsidR="003863F0" w:rsidRPr="00D6163D" w:rsidRDefault="003863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132" w14:textId="77777777" w:rsidR="003863F0" w:rsidRDefault="003863F0"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555A4" w14:textId="77777777" w:rsidR="003863F0" w:rsidRPr="00D6163D" w:rsidRDefault="003863F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1656" w14:textId="77777777" w:rsidR="003863F0" w:rsidRDefault="003863F0"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844FD" w14:textId="77777777" w:rsidR="003863F0" w:rsidRPr="00D6163D" w:rsidRDefault="003863F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949F" w14:textId="77777777" w:rsidR="003863F0" w:rsidRPr="00D6163D" w:rsidRDefault="003863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8"/>
  </w:num>
  <w:num w:numId="5">
    <w:abstractNumId w:val="11"/>
  </w:num>
  <w:num w:numId="6">
    <w:abstractNumId w:val="12"/>
  </w:num>
  <w:num w:numId="7">
    <w:abstractNumId w:val="2"/>
  </w:num>
  <w:num w:numId="8">
    <w:abstractNumId w:val="5"/>
  </w:num>
  <w:num w:numId="9">
    <w:abstractNumId w:val="14"/>
  </w:num>
  <w:num w:numId="10">
    <w:abstractNumId w:val="9"/>
  </w:num>
  <w:num w:numId="11">
    <w:abstractNumId w:val="10"/>
  </w:num>
  <w:num w:numId="12">
    <w:abstractNumId w:val="4"/>
  </w:num>
  <w:num w:numId="13">
    <w:abstractNumId w:val="7"/>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0"/>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F3C"/>
    <w:rsid w:val="00027CCC"/>
    <w:rsid w:val="00031866"/>
    <w:rsid w:val="00041EC8"/>
    <w:rsid w:val="00044E71"/>
    <w:rsid w:val="0005407B"/>
    <w:rsid w:val="00061016"/>
    <w:rsid w:val="000613E9"/>
    <w:rsid w:val="0006223D"/>
    <w:rsid w:val="0006588D"/>
    <w:rsid w:val="0006698F"/>
    <w:rsid w:val="00067A5E"/>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25BE"/>
    <w:rsid w:val="00143EC0"/>
    <w:rsid w:val="0016043D"/>
    <w:rsid w:val="001656A2"/>
    <w:rsid w:val="00165977"/>
    <w:rsid w:val="00170EC5"/>
    <w:rsid w:val="00174201"/>
    <w:rsid w:val="001747C1"/>
    <w:rsid w:val="00177D6B"/>
    <w:rsid w:val="0018163F"/>
    <w:rsid w:val="00183196"/>
    <w:rsid w:val="00191F90"/>
    <w:rsid w:val="001A6625"/>
    <w:rsid w:val="001A701E"/>
    <w:rsid w:val="001B4E74"/>
    <w:rsid w:val="001B625A"/>
    <w:rsid w:val="001C047D"/>
    <w:rsid w:val="001C5817"/>
    <w:rsid w:val="001C645F"/>
    <w:rsid w:val="001D5869"/>
    <w:rsid w:val="001E532F"/>
    <w:rsid w:val="001E678E"/>
    <w:rsid w:val="002038D5"/>
    <w:rsid w:val="00204437"/>
    <w:rsid w:val="002071BB"/>
    <w:rsid w:val="00207DF5"/>
    <w:rsid w:val="00211003"/>
    <w:rsid w:val="00216B66"/>
    <w:rsid w:val="00235992"/>
    <w:rsid w:val="00240B81"/>
    <w:rsid w:val="00241FF2"/>
    <w:rsid w:val="002465DC"/>
    <w:rsid w:val="00247D01"/>
    <w:rsid w:val="00255B10"/>
    <w:rsid w:val="002561C6"/>
    <w:rsid w:val="00261A5B"/>
    <w:rsid w:val="00262E5B"/>
    <w:rsid w:val="00267B0A"/>
    <w:rsid w:val="0027436B"/>
    <w:rsid w:val="002762D9"/>
    <w:rsid w:val="00276AFE"/>
    <w:rsid w:val="00296FA8"/>
    <w:rsid w:val="002A3B57"/>
    <w:rsid w:val="002B10D5"/>
    <w:rsid w:val="002B472C"/>
    <w:rsid w:val="002C31BF"/>
    <w:rsid w:val="002D704C"/>
    <w:rsid w:val="002D7FD6"/>
    <w:rsid w:val="002E0CD7"/>
    <w:rsid w:val="002E0CFB"/>
    <w:rsid w:val="002E5C7B"/>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863F0"/>
    <w:rsid w:val="00392910"/>
    <w:rsid w:val="00392EB6"/>
    <w:rsid w:val="003956C6"/>
    <w:rsid w:val="003A5B76"/>
    <w:rsid w:val="003B23D6"/>
    <w:rsid w:val="003C33F2"/>
    <w:rsid w:val="003D1A86"/>
    <w:rsid w:val="003D756E"/>
    <w:rsid w:val="003E27BB"/>
    <w:rsid w:val="003E420D"/>
    <w:rsid w:val="003E4C13"/>
    <w:rsid w:val="003F1D63"/>
    <w:rsid w:val="003F2B1B"/>
    <w:rsid w:val="003F78B3"/>
    <w:rsid w:val="004078F3"/>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90CD9"/>
    <w:rsid w:val="005948E3"/>
    <w:rsid w:val="005A10D5"/>
    <w:rsid w:val="005A1F44"/>
    <w:rsid w:val="005C0E47"/>
    <w:rsid w:val="005C2C22"/>
    <w:rsid w:val="005C4AA5"/>
    <w:rsid w:val="005C506D"/>
    <w:rsid w:val="005C6D87"/>
    <w:rsid w:val="005D3C39"/>
    <w:rsid w:val="005D6794"/>
    <w:rsid w:val="005E58D0"/>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2FF1"/>
    <w:rsid w:val="00794630"/>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C367B"/>
    <w:rsid w:val="008C50F3"/>
    <w:rsid w:val="008C7EFE"/>
    <w:rsid w:val="008D03B9"/>
    <w:rsid w:val="008D30C7"/>
    <w:rsid w:val="008D546F"/>
    <w:rsid w:val="008D79E3"/>
    <w:rsid w:val="008E7D09"/>
    <w:rsid w:val="008F01C6"/>
    <w:rsid w:val="008F18D6"/>
    <w:rsid w:val="008F2C9B"/>
    <w:rsid w:val="008F7757"/>
    <w:rsid w:val="008F797B"/>
    <w:rsid w:val="00902D2D"/>
    <w:rsid w:val="00904780"/>
    <w:rsid w:val="0090635B"/>
    <w:rsid w:val="00922385"/>
    <w:rsid w:val="009223DF"/>
    <w:rsid w:val="00923D07"/>
    <w:rsid w:val="009269F3"/>
    <w:rsid w:val="00936091"/>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C52D5"/>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4031E"/>
    <w:rsid w:val="00B42F40"/>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42BB"/>
    <w:rsid w:val="00D24C89"/>
    <w:rsid w:val="00D25597"/>
    <w:rsid w:val="00D31BC5"/>
    <w:rsid w:val="00D35FA2"/>
    <w:rsid w:val="00D4108E"/>
    <w:rsid w:val="00D41491"/>
    <w:rsid w:val="00D4328E"/>
    <w:rsid w:val="00D43589"/>
    <w:rsid w:val="00D53B84"/>
    <w:rsid w:val="00D56B5C"/>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6D68"/>
    <w:rsid w:val="00E44045"/>
    <w:rsid w:val="00E4681D"/>
    <w:rsid w:val="00E47376"/>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7CB"/>
    <w:rsid w:val="00F016C7"/>
    <w:rsid w:val="00F102E6"/>
    <w:rsid w:val="00F12DEC"/>
    <w:rsid w:val="00F1715C"/>
    <w:rsid w:val="00F310F8"/>
    <w:rsid w:val="00F34F8C"/>
    <w:rsid w:val="00F35939"/>
    <w:rsid w:val="00F422D3"/>
    <w:rsid w:val="00F45607"/>
    <w:rsid w:val="00F4722B"/>
    <w:rsid w:val="00F54432"/>
    <w:rsid w:val="00F559E2"/>
    <w:rsid w:val="00F61E62"/>
    <w:rsid w:val="00F659EB"/>
    <w:rsid w:val="00F71BA0"/>
    <w:rsid w:val="00F762A8"/>
    <w:rsid w:val="00F86BA6"/>
    <w:rsid w:val="00F91131"/>
    <w:rsid w:val="00F95FBD"/>
    <w:rsid w:val="00FA593E"/>
    <w:rsid w:val="00FB08E0"/>
    <w:rsid w:val="00FB25A7"/>
    <w:rsid w:val="00FB6342"/>
    <w:rsid w:val="00FC0A15"/>
    <w:rsid w:val="00FC3E00"/>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g-binding">
    <w:name w:val="ng-binding"/>
    <w:basedOn w:val="Standardnpsmoodstavce"/>
    <w:rsid w:val="00D2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133047"/>
    <w:rsid w:val="00154648"/>
    <w:rsid w:val="001C38F8"/>
    <w:rsid w:val="00203526"/>
    <w:rsid w:val="00205611"/>
    <w:rsid w:val="002166C2"/>
    <w:rsid w:val="002A5F71"/>
    <w:rsid w:val="002B54C0"/>
    <w:rsid w:val="002E6E99"/>
    <w:rsid w:val="002F2FC2"/>
    <w:rsid w:val="00300D58"/>
    <w:rsid w:val="00320C65"/>
    <w:rsid w:val="00322EAA"/>
    <w:rsid w:val="003A1A6A"/>
    <w:rsid w:val="003E2EA8"/>
    <w:rsid w:val="00427BF6"/>
    <w:rsid w:val="00450117"/>
    <w:rsid w:val="0045568F"/>
    <w:rsid w:val="0048124A"/>
    <w:rsid w:val="004A14BA"/>
    <w:rsid w:val="004A344F"/>
    <w:rsid w:val="00502386"/>
    <w:rsid w:val="00523318"/>
    <w:rsid w:val="005268C5"/>
    <w:rsid w:val="005726B8"/>
    <w:rsid w:val="005854B4"/>
    <w:rsid w:val="005A395A"/>
    <w:rsid w:val="005B0EC8"/>
    <w:rsid w:val="005B3463"/>
    <w:rsid w:val="005B7209"/>
    <w:rsid w:val="005E08BF"/>
    <w:rsid w:val="005E7C03"/>
    <w:rsid w:val="00613B67"/>
    <w:rsid w:val="00645749"/>
    <w:rsid w:val="00692968"/>
    <w:rsid w:val="006B44CC"/>
    <w:rsid w:val="006D3670"/>
    <w:rsid w:val="00734ACE"/>
    <w:rsid w:val="00751409"/>
    <w:rsid w:val="00770BEB"/>
    <w:rsid w:val="007A4B05"/>
    <w:rsid w:val="007D75CF"/>
    <w:rsid w:val="00846236"/>
    <w:rsid w:val="008A7DB6"/>
    <w:rsid w:val="008C4E07"/>
    <w:rsid w:val="0092328B"/>
    <w:rsid w:val="00932FE6"/>
    <w:rsid w:val="0098531C"/>
    <w:rsid w:val="00A31BE9"/>
    <w:rsid w:val="00A37422"/>
    <w:rsid w:val="00A600B9"/>
    <w:rsid w:val="00A67BE6"/>
    <w:rsid w:val="00A7520F"/>
    <w:rsid w:val="00AB4B26"/>
    <w:rsid w:val="00B074B3"/>
    <w:rsid w:val="00B34088"/>
    <w:rsid w:val="00B44174"/>
    <w:rsid w:val="00B552BB"/>
    <w:rsid w:val="00B63E53"/>
    <w:rsid w:val="00B77169"/>
    <w:rsid w:val="00B860F3"/>
    <w:rsid w:val="00B91BAE"/>
    <w:rsid w:val="00BB1C9D"/>
    <w:rsid w:val="00BE536A"/>
    <w:rsid w:val="00C0531A"/>
    <w:rsid w:val="00C71F8E"/>
    <w:rsid w:val="00C9084C"/>
    <w:rsid w:val="00CE2CCC"/>
    <w:rsid w:val="00D33FD7"/>
    <w:rsid w:val="00DC3D80"/>
    <w:rsid w:val="00DC4500"/>
    <w:rsid w:val="00DC7F14"/>
    <w:rsid w:val="00E0541A"/>
    <w:rsid w:val="00E36398"/>
    <w:rsid w:val="00EE2EB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D85979D8-8684-4047-8D51-E641AA8CF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E6016F-6394-41EB-AD72-1FF55C48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204</TotalTime>
  <Pages>33</Pages>
  <Words>5238</Words>
  <Characters>30911</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2</cp:revision>
  <cp:lastPrinted>2020-12-09T14:36:00Z</cp:lastPrinted>
  <dcterms:created xsi:type="dcterms:W3CDTF">2023-10-13T08:32:00Z</dcterms:created>
  <dcterms:modified xsi:type="dcterms:W3CDTF">2024-02-19T08:15:00Z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